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E7D6D" w14:textId="020CA2AE" w:rsidR="001B10B5" w:rsidRPr="00C44604" w:rsidRDefault="001B10B5" w:rsidP="00070DCB">
      <w:pPr>
        <w:spacing w:after="0"/>
        <w:rPr>
          <w:rFonts w:eastAsia="Calibri" w:cs="Tahoma"/>
          <w:b/>
          <w:bCs/>
          <w:sz w:val="18"/>
          <w:szCs w:val="18"/>
        </w:rPr>
      </w:pPr>
      <w:r w:rsidRPr="00C44604">
        <w:rPr>
          <w:sz w:val="18"/>
          <w:szCs w:val="18"/>
        </w:rPr>
        <w:tab/>
      </w:r>
      <w:r w:rsidRPr="00C44604">
        <w:rPr>
          <w:sz w:val="18"/>
          <w:szCs w:val="18"/>
        </w:rPr>
        <w:tab/>
      </w:r>
      <w:r w:rsidRPr="00C44604">
        <w:rPr>
          <w:sz w:val="18"/>
          <w:szCs w:val="18"/>
        </w:rPr>
        <w:tab/>
      </w:r>
      <w:r w:rsidRPr="00C44604">
        <w:rPr>
          <w:sz w:val="18"/>
          <w:szCs w:val="18"/>
        </w:rPr>
        <w:tab/>
      </w:r>
    </w:p>
    <w:p w14:paraId="203E6ABC" w14:textId="77777777" w:rsidR="001B10B5" w:rsidRPr="00C44604" w:rsidRDefault="001B10B5" w:rsidP="001B10B5">
      <w:pPr>
        <w:suppressAutoHyphens/>
        <w:spacing w:after="0" w:line="240" w:lineRule="auto"/>
        <w:jc w:val="right"/>
        <w:rPr>
          <w:rFonts w:eastAsia="Calibri" w:cs="Tahoma"/>
          <w:i/>
          <w:iCs/>
          <w:sz w:val="18"/>
          <w:szCs w:val="18"/>
        </w:rPr>
      </w:pPr>
      <w:r w:rsidRPr="00C44604">
        <w:rPr>
          <w:rFonts w:eastAsia="Calibri" w:cs="Tahoma"/>
          <w:sz w:val="18"/>
          <w:szCs w:val="18"/>
        </w:rPr>
        <w:t>……………………………..……………………………….</w:t>
      </w:r>
      <w:r w:rsidRPr="00C44604">
        <w:rPr>
          <w:rFonts w:eastAsia="Calibri" w:cs="Tahoma"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                 </w:t>
      </w:r>
    </w:p>
    <w:p w14:paraId="15916140" w14:textId="77777777" w:rsidR="001B10B5" w:rsidRPr="00C44604" w:rsidRDefault="001B10B5" w:rsidP="001B10B5">
      <w:pPr>
        <w:suppressAutoHyphens/>
        <w:spacing w:after="0" w:line="240" w:lineRule="auto"/>
        <w:ind w:left="2832" w:firstLine="708"/>
        <w:jc w:val="center"/>
        <w:rPr>
          <w:rFonts w:eastAsia="Calibri" w:cs="Tahoma"/>
          <w:i/>
          <w:iCs/>
          <w:sz w:val="18"/>
          <w:szCs w:val="18"/>
        </w:rPr>
      </w:pPr>
      <w:r w:rsidRPr="00C44604">
        <w:rPr>
          <w:rFonts w:eastAsia="Calibri" w:cs="Tahoma"/>
          <w:i/>
          <w:iCs/>
          <w:sz w:val="18"/>
          <w:szCs w:val="18"/>
        </w:rPr>
        <w:t xml:space="preserve"> (miejscowość, data)</w:t>
      </w:r>
    </w:p>
    <w:p w14:paraId="054C9B83" w14:textId="77777777" w:rsidR="001B10B5" w:rsidRPr="00C44604" w:rsidRDefault="001B10B5" w:rsidP="001B10B5">
      <w:pPr>
        <w:suppressAutoHyphens/>
        <w:jc w:val="center"/>
        <w:rPr>
          <w:rFonts w:eastAsia="Calibri" w:cs="Tahoma"/>
          <w:b/>
          <w:bCs/>
          <w:sz w:val="18"/>
          <w:szCs w:val="18"/>
        </w:rPr>
      </w:pPr>
    </w:p>
    <w:p w14:paraId="1D82A30D" w14:textId="24EB3937" w:rsidR="001B10B5" w:rsidRPr="00C44604" w:rsidRDefault="001B10B5" w:rsidP="0042049D">
      <w:pPr>
        <w:suppressAutoHyphens/>
        <w:jc w:val="center"/>
        <w:rPr>
          <w:sz w:val="18"/>
          <w:szCs w:val="18"/>
        </w:rPr>
      </w:pPr>
      <w:r w:rsidRPr="00C44604">
        <w:rPr>
          <w:rFonts w:eastAsia="Calibri" w:cs="Tahoma"/>
          <w:b/>
          <w:bCs/>
          <w:sz w:val="18"/>
          <w:szCs w:val="18"/>
        </w:rPr>
        <w:t xml:space="preserve">OFERTA </w:t>
      </w:r>
    </w:p>
    <w:tbl>
      <w:tblPr>
        <w:tblW w:w="83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1"/>
        <w:gridCol w:w="4383"/>
      </w:tblGrid>
      <w:tr w:rsidR="001B10B5" w:rsidRPr="00C44604" w14:paraId="079B9231" w14:textId="77777777" w:rsidTr="00241C86">
        <w:trPr>
          <w:trHeight w:val="221"/>
        </w:trPr>
        <w:tc>
          <w:tcPr>
            <w:tcW w:w="3971" w:type="dxa"/>
          </w:tcPr>
          <w:p w14:paraId="58890CF7" w14:textId="77777777" w:rsidR="001B10B5" w:rsidRPr="00C44604" w:rsidRDefault="001B10B5" w:rsidP="00241C86">
            <w:pPr>
              <w:suppressAutoHyphens/>
              <w:jc w:val="center"/>
              <w:rPr>
                <w:rFonts w:eastAsia="Calibri" w:cs="Tahoma"/>
                <w:b/>
                <w:bCs/>
                <w:sz w:val="18"/>
                <w:szCs w:val="18"/>
              </w:rPr>
            </w:pPr>
            <w:r w:rsidRPr="00C44604">
              <w:rPr>
                <w:rFonts w:eastAsia="Calibri" w:cs="Tahoma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4383" w:type="dxa"/>
          </w:tcPr>
          <w:p w14:paraId="1CC33381" w14:textId="77777777" w:rsidR="001B10B5" w:rsidRPr="00C44604" w:rsidRDefault="001B10B5" w:rsidP="00241C86">
            <w:pPr>
              <w:suppressAutoHyphens/>
              <w:jc w:val="center"/>
              <w:rPr>
                <w:rFonts w:eastAsia="Calibri" w:cs="Tahoma"/>
                <w:b/>
                <w:bCs/>
                <w:sz w:val="18"/>
                <w:szCs w:val="18"/>
              </w:rPr>
            </w:pPr>
            <w:r w:rsidRPr="00C44604">
              <w:rPr>
                <w:rFonts w:eastAsia="Calibri" w:cs="Tahoma"/>
                <w:b/>
                <w:bCs/>
                <w:sz w:val="18"/>
                <w:szCs w:val="18"/>
              </w:rPr>
              <w:t>ADRES</w:t>
            </w:r>
          </w:p>
        </w:tc>
      </w:tr>
      <w:tr w:rsidR="001B10B5" w:rsidRPr="00C44604" w14:paraId="3A3BE815" w14:textId="77777777" w:rsidTr="00241C86">
        <w:trPr>
          <w:trHeight w:val="941"/>
        </w:trPr>
        <w:tc>
          <w:tcPr>
            <w:tcW w:w="3971" w:type="dxa"/>
            <w:vAlign w:val="center"/>
          </w:tcPr>
          <w:p w14:paraId="7644095C" w14:textId="77777777" w:rsidR="001B10B5" w:rsidRPr="00C44604" w:rsidRDefault="001B10B5" w:rsidP="00241C86">
            <w:pPr>
              <w:suppressAutoHyphens/>
              <w:jc w:val="center"/>
              <w:rPr>
                <w:rFonts w:eastAsia="Calibri" w:cs="Tahoma"/>
                <w:bCs/>
                <w:sz w:val="18"/>
                <w:szCs w:val="18"/>
              </w:rPr>
            </w:pPr>
          </w:p>
        </w:tc>
        <w:tc>
          <w:tcPr>
            <w:tcW w:w="4383" w:type="dxa"/>
            <w:vAlign w:val="center"/>
          </w:tcPr>
          <w:p w14:paraId="2B280B07" w14:textId="77777777" w:rsidR="001B10B5" w:rsidRPr="00C44604" w:rsidRDefault="001B10B5" w:rsidP="00241C86">
            <w:pPr>
              <w:suppressAutoHyphens/>
              <w:jc w:val="center"/>
              <w:rPr>
                <w:rFonts w:eastAsia="Calibri" w:cs="Tahoma"/>
                <w:bCs/>
                <w:sz w:val="18"/>
                <w:szCs w:val="18"/>
              </w:rPr>
            </w:pPr>
          </w:p>
        </w:tc>
      </w:tr>
    </w:tbl>
    <w:p w14:paraId="5739E4E2" w14:textId="77777777" w:rsidR="001B10B5" w:rsidRPr="00C44604" w:rsidRDefault="001B10B5" w:rsidP="001B10B5">
      <w:pPr>
        <w:suppressAutoHyphens/>
        <w:spacing w:after="0"/>
        <w:rPr>
          <w:rFonts w:eastAsia="Calibri" w:cs="Tahoma"/>
          <w:b/>
          <w:bCs/>
          <w:sz w:val="18"/>
          <w:szCs w:val="18"/>
        </w:rPr>
      </w:pPr>
      <w:r w:rsidRPr="00C44604">
        <w:rPr>
          <w:rFonts w:eastAsia="Calibri" w:cs="Tahoma"/>
          <w:b/>
          <w:bCs/>
          <w:sz w:val="18"/>
          <w:szCs w:val="18"/>
        </w:rPr>
        <w:t xml:space="preserve">OSOBA DO KONTAKTU: </w:t>
      </w:r>
    </w:p>
    <w:tbl>
      <w:tblPr>
        <w:tblW w:w="847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1985"/>
        <w:gridCol w:w="6492"/>
      </w:tblGrid>
      <w:tr w:rsidR="001B10B5" w:rsidRPr="00C44604" w14:paraId="3C40B15D" w14:textId="77777777" w:rsidTr="00241C86">
        <w:tc>
          <w:tcPr>
            <w:tcW w:w="1985" w:type="dxa"/>
            <w:shd w:val="clear" w:color="auto" w:fill="auto"/>
          </w:tcPr>
          <w:p w14:paraId="630E8DD0" w14:textId="77777777" w:rsidR="001B10B5" w:rsidRPr="00C44604" w:rsidRDefault="001B10B5" w:rsidP="00241C86">
            <w:pPr>
              <w:suppressAutoHyphens/>
              <w:rPr>
                <w:rFonts w:eastAsia="Calibri" w:cs="Tahoma"/>
                <w:bCs/>
                <w:sz w:val="18"/>
                <w:szCs w:val="18"/>
              </w:rPr>
            </w:pPr>
            <w:r w:rsidRPr="00C44604">
              <w:rPr>
                <w:rFonts w:eastAsia="Calibri" w:cs="Tahoma"/>
                <w:bCs/>
                <w:sz w:val="18"/>
                <w:szCs w:val="18"/>
              </w:rPr>
              <w:t>Imię i nazwisko</w:t>
            </w:r>
          </w:p>
        </w:tc>
        <w:tc>
          <w:tcPr>
            <w:tcW w:w="6492" w:type="dxa"/>
            <w:shd w:val="clear" w:color="auto" w:fill="auto"/>
          </w:tcPr>
          <w:p w14:paraId="40634AFD" w14:textId="77777777" w:rsidR="001B10B5" w:rsidRPr="00C44604" w:rsidRDefault="001B10B5" w:rsidP="00241C86">
            <w:pPr>
              <w:suppressAutoHyphens/>
              <w:rPr>
                <w:rFonts w:eastAsia="Calibri" w:cs="Tahoma"/>
                <w:bCs/>
                <w:sz w:val="18"/>
                <w:szCs w:val="18"/>
              </w:rPr>
            </w:pPr>
            <w:r w:rsidRPr="00C44604">
              <w:rPr>
                <w:rFonts w:eastAsia="Calibri" w:cs="Tahoma"/>
                <w:bCs/>
                <w:sz w:val="18"/>
                <w:szCs w:val="18"/>
              </w:rPr>
              <w:t>……………………………………………………………………………………</w:t>
            </w:r>
          </w:p>
        </w:tc>
      </w:tr>
      <w:tr w:rsidR="001B10B5" w:rsidRPr="00C44604" w14:paraId="216307C8" w14:textId="77777777" w:rsidTr="00241C86">
        <w:tc>
          <w:tcPr>
            <w:tcW w:w="1985" w:type="dxa"/>
            <w:shd w:val="clear" w:color="auto" w:fill="auto"/>
          </w:tcPr>
          <w:p w14:paraId="18E11461" w14:textId="77777777" w:rsidR="001B10B5" w:rsidRPr="00C44604" w:rsidRDefault="001B10B5" w:rsidP="00241C86">
            <w:pPr>
              <w:suppressAutoHyphens/>
              <w:rPr>
                <w:rFonts w:eastAsia="Calibri" w:cs="Tahoma"/>
                <w:bCs/>
                <w:sz w:val="18"/>
                <w:szCs w:val="18"/>
                <w:lang w:val="de-DE"/>
              </w:rPr>
            </w:pPr>
            <w:r w:rsidRPr="00C44604">
              <w:rPr>
                <w:rFonts w:eastAsia="Calibri" w:cs="Tahoma"/>
                <w:bCs/>
                <w:sz w:val="18"/>
                <w:szCs w:val="18"/>
                <w:lang w:val="de-DE"/>
              </w:rPr>
              <w:t>Adres:</w:t>
            </w:r>
          </w:p>
        </w:tc>
        <w:tc>
          <w:tcPr>
            <w:tcW w:w="6492" w:type="dxa"/>
            <w:shd w:val="clear" w:color="auto" w:fill="auto"/>
          </w:tcPr>
          <w:p w14:paraId="0DD78DAE" w14:textId="77777777" w:rsidR="001B10B5" w:rsidRPr="00C44604" w:rsidRDefault="001B10B5" w:rsidP="00241C86">
            <w:pPr>
              <w:suppressAutoHyphens/>
              <w:rPr>
                <w:rFonts w:eastAsia="Calibri" w:cs="Tahoma"/>
                <w:bCs/>
                <w:sz w:val="18"/>
                <w:szCs w:val="18"/>
                <w:lang w:val="de-DE"/>
              </w:rPr>
            </w:pPr>
            <w:r w:rsidRPr="00C44604">
              <w:rPr>
                <w:rFonts w:eastAsia="Calibri" w:cs="Tahoma"/>
                <w:bCs/>
                <w:sz w:val="18"/>
                <w:szCs w:val="18"/>
                <w:lang w:val="de-DE"/>
              </w:rPr>
              <w:t>……………………………………………………………………………………</w:t>
            </w:r>
          </w:p>
        </w:tc>
      </w:tr>
      <w:tr w:rsidR="001B10B5" w:rsidRPr="00C44604" w14:paraId="371F9003" w14:textId="77777777" w:rsidTr="00241C86">
        <w:tc>
          <w:tcPr>
            <w:tcW w:w="1985" w:type="dxa"/>
            <w:shd w:val="clear" w:color="auto" w:fill="auto"/>
          </w:tcPr>
          <w:p w14:paraId="6F2E46A4" w14:textId="77777777" w:rsidR="001B10B5" w:rsidRPr="00C44604" w:rsidRDefault="001B10B5" w:rsidP="00241C86">
            <w:pPr>
              <w:suppressAutoHyphens/>
              <w:rPr>
                <w:rFonts w:eastAsia="Calibri" w:cs="Tahoma"/>
                <w:bCs/>
                <w:sz w:val="18"/>
                <w:szCs w:val="18"/>
                <w:lang w:val="de-DE"/>
              </w:rPr>
            </w:pPr>
            <w:r w:rsidRPr="00C44604">
              <w:rPr>
                <w:rFonts w:eastAsia="Calibri" w:cs="Tahoma"/>
                <w:bCs/>
                <w:sz w:val="18"/>
                <w:szCs w:val="18"/>
                <w:lang w:val="de-DE"/>
              </w:rPr>
              <w:t>Telefon</w:t>
            </w:r>
          </w:p>
        </w:tc>
        <w:tc>
          <w:tcPr>
            <w:tcW w:w="6492" w:type="dxa"/>
            <w:shd w:val="clear" w:color="auto" w:fill="auto"/>
          </w:tcPr>
          <w:p w14:paraId="5D58EA40" w14:textId="77777777" w:rsidR="001B10B5" w:rsidRPr="00C44604" w:rsidRDefault="001B10B5" w:rsidP="00241C86">
            <w:pPr>
              <w:suppressAutoHyphens/>
              <w:rPr>
                <w:rFonts w:eastAsia="Calibri" w:cs="Tahoma"/>
                <w:bCs/>
                <w:sz w:val="18"/>
                <w:szCs w:val="18"/>
                <w:lang w:val="de-DE"/>
              </w:rPr>
            </w:pPr>
            <w:r w:rsidRPr="00C44604">
              <w:rPr>
                <w:rFonts w:eastAsia="Calibri" w:cs="Tahoma"/>
                <w:bCs/>
                <w:sz w:val="18"/>
                <w:szCs w:val="18"/>
                <w:lang w:val="de-DE"/>
              </w:rPr>
              <w:t>……………………………………………………………………………………</w:t>
            </w:r>
          </w:p>
        </w:tc>
      </w:tr>
      <w:tr w:rsidR="001B10B5" w:rsidRPr="00C44604" w14:paraId="64BA6151" w14:textId="77777777" w:rsidTr="00241C86">
        <w:tc>
          <w:tcPr>
            <w:tcW w:w="1985" w:type="dxa"/>
            <w:shd w:val="clear" w:color="auto" w:fill="auto"/>
          </w:tcPr>
          <w:p w14:paraId="50E4991B" w14:textId="77777777" w:rsidR="001B10B5" w:rsidRPr="00C44604" w:rsidRDefault="001B10B5" w:rsidP="00241C86">
            <w:pPr>
              <w:suppressAutoHyphens/>
              <w:rPr>
                <w:rFonts w:eastAsia="Calibri" w:cs="Tahoma"/>
                <w:bCs/>
                <w:sz w:val="18"/>
                <w:szCs w:val="18"/>
                <w:lang w:val="de-DE"/>
              </w:rPr>
            </w:pPr>
            <w:r w:rsidRPr="00C44604">
              <w:rPr>
                <w:rFonts w:eastAsia="Calibri" w:cs="Tahoma"/>
                <w:bCs/>
                <w:sz w:val="18"/>
                <w:szCs w:val="18"/>
                <w:lang w:val="de-DE"/>
              </w:rPr>
              <w:t>e-mail</w:t>
            </w:r>
          </w:p>
        </w:tc>
        <w:tc>
          <w:tcPr>
            <w:tcW w:w="6492" w:type="dxa"/>
            <w:shd w:val="clear" w:color="auto" w:fill="auto"/>
          </w:tcPr>
          <w:p w14:paraId="6CD28EBA" w14:textId="77777777" w:rsidR="001B10B5" w:rsidRPr="00C44604" w:rsidRDefault="001B10B5" w:rsidP="00241C86">
            <w:pPr>
              <w:suppressAutoHyphens/>
              <w:rPr>
                <w:rFonts w:eastAsia="Calibri" w:cs="Tahoma"/>
                <w:bCs/>
                <w:sz w:val="18"/>
                <w:szCs w:val="18"/>
                <w:lang w:val="de-DE"/>
              </w:rPr>
            </w:pPr>
            <w:r w:rsidRPr="00C44604">
              <w:rPr>
                <w:rFonts w:eastAsia="Calibri" w:cs="Tahoma"/>
                <w:bCs/>
                <w:sz w:val="18"/>
                <w:szCs w:val="18"/>
                <w:lang w:val="de-DE"/>
              </w:rPr>
              <w:t>…………………….………………………………………………………………</w:t>
            </w:r>
          </w:p>
        </w:tc>
      </w:tr>
    </w:tbl>
    <w:p w14:paraId="740BC22B" w14:textId="77777777" w:rsidR="001C0B1B" w:rsidRDefault="001C0B1B" w:rsidP="001B10B5">
      <w:pPr>
        <w:spacing w:after="0" w:line="240" w:lineRule="auto"/>
        <w:rPr>
          <w:rFonts w:eastAsia="Calibri" w:cs="Tahoma"/>
          <w:bCs/>
          <w:sz w:val="18"/>
          <w:szCs w:val="18"/>
        </w:rPr>
      </w:pPr>
    </w:p>
    <w:p w14:paraId="38D706ED" w14:textId="2D5AED18" w:rsidR="001B10B5" w:rsidRPr="00C44604" w:rsidRDefault="001B10B5" w:rsidP="001B10B5">
      <w:pPr>
        <w:spacing w:after="0" w:line="240" w:lineRule="auto"/>
        <w:rPr>
          <w:rFonts w:eastAsia="Calibri" w:cs="Tahoma"/>
          <w:bCs/>
          <w:sz w:val="18"/>
          <w:szCs w:val="18"/>
        </w:rPr>
      </w:pPr>
      <w:r w:rsidRPr="00C44604">
        <w:rPr>
          <w:rFonts w:eastAsia="Calibri" w:cs="Tahoma"/>
          <w:bCs/>
          <w:sz w:val="18"/>
          <w:szCs w:val="18"/>
        </w:rPr>
        <w:t xml:space="preserve"> </w:t>
      </w:r>
      <w:r w:rsidRPr="00C44604">
        <w:rPr>
          <w:rFonts w:eastAsia="Calibri" w:cs="Tahoma"/>
          <w:bCs/>
          <w:sz w:val="18"/>
          <w:szCs w:val="18"/>
        </w:rPr>
        <w:tab/>
        <w:t xml:space="preserve">W odpowiedzi na zapytanie ofertowe </w:t>
      </w:r>
      <w:r w:rsidRPr="00AA6B3F">
        <w:rPr>
          <w:sz w:val="18"/>
          <w:szCs w:val="18"/>
        </w:rPr>
        <w:t>na</w:t>
      </w:r>
      <w:r w:rsidR="0042049D" w:rsidRPr="00AA6B3F">
        <w:rPr>
          <w:sz w:val="18"/>
          <w:szCs w:val="18"/>
        </w:rPr>
        <w:t xml:space="preserve"> zakup </w:t>
      </w:r>
      <w:r w:rsidR="00AA6B3F" w:rsidRPr="00AA6B3F">
        <w:rPr>
          <w:sz w:val="18"/>
          <w:szCs w:val="18"/>
        </w:rPr>
        <w:t>Usług</w:t>
      </w:r>
      <w:r w:rsidR="001C0B1B">
        <w:rPr>
          <w:sz w:val="18"/>
          <w:szCs w:val="18"/>
        </w:rPr>
        <w:t>i</w:t>
      </w:r>
      <w:r w:rsidR="00AA6B3F" w:rsidRPr="00AA6B3F">
        <w:rPr>
          <w:sz w:val="18"/>
          <w:szCs w:val="18"/>
        </w:rPr>
        <w:t xml:space="preserve"> realizacji i emisji spotów </w:t>
      </w:r>
      <w:r w:rsidR="00AA6B3F" w:rsidRPr="00AA6B3F">
        <w:rPr>
          <w:color w:val="auto"/>
          <w:sz w:val="18"/>
          <w:szCs w:val="18"/>
        </w:rPr>
        <w:t>reklamowych</w:t>
      </w:r>
      <w:r w:rsidRPr="00C44604">
        <w:rPr>
          <w:sz w:val="18"/>
          <w:szCs w:val="18"/>
        </w:rPr>
        <w:t xml:space="preserve"> dla Sieci Badawczej ŁUKASIEWICZ - PORT Polskiego Ośrodka Rozwoju Technologii  na potrzeby realizacji projektu:</w:t>
      </w:r>
      <w:r w:rsidR="002359AE">
        <w:rPr>
          <w:sz w:val="18"/>
          <w:szCs w:val="18"/>
        </w:rPr>
        <w:t xml:space="preserve"> </w:t>
      </w:r>
      <w:r w:rsidR="00070DCB">
        <w:rPr>
          <w:sz w:val="18"/>
          <w:szCs w:val="18"/>
        </w:rPr>
        <w:t>„</w:t>
      </w:r>
      <w:r w:rsidR="00252BBF" w:rsidRPr="00252BBF">
        <w:rPr>
          <w:b/>
          <w:bCs/>
          <w:sz w:val="18"/>
          <w:szCs w:val="18"/>
        </w:rPr>
        <w:t>Transgraniczne Ogrody Doświadczeń”,</w:t>
      </w:r>
      <w:r w:rsidR="002359AE">
        <w:rPr>
          <w:b/>
          <w:bCs/>
          <w:sz w:val="18"/>
          <w:szCs w:val="18"/>
        </w:rPr>
        <w:t xml:space="preserve"> </w:t>
      </w:r>
      <w:r w:rsidR="00252BBF" w:rsidRPr="00252BBF">
        <w:rPr>
          <w:sz w:val="18"/>
          <w:szCs w:val="18"/>
        </w:rPr>
        <w:t>realizowanego w Programie INTERREG Polska-Saksonia 2021-2027na podstawie umowy nr PLSN.02.01-IP.01-0001/24</w:t>
      </w:r>
      <w:r w:rsidRPr="00252BBF">
        <w:rPr>
          <w:b/>
          <w:sz w:val="18"/>
          <w:szCs w:val="18"/>
        </w:rPr>
        <w:t>,</w:t>
      </w:r>
      <w:r w:rsidRPr="00C44604">
        <w:rPr>
          <w:rFonts w:eastAsia="Times New Roman" w:cs="Times New Roman"/>
          <w:sz w:val="18"/>
          <w:szCs w:val="18"/>
        </w:rPr>
        <w:t xml:space="preserve"> </w:t>
      </w:r>
      <w:r w:rsidRPr="00C44604">
        <w:rPr>
          <w:rFonts w:eastAsia="Calibri" w:cs="Tahoma"/>
          <w:bCs/>
          <w:sz w:val="18"/>
          <w:szCs w:val="18"/>
        </w:rPr>
        <w:t>składam/y następującą ofertę dotyczącą realizacji przedmiotu zamówienia szczegółowo opisanego w zapytaniu ofertowym.</w:t>
      </w:r>
    </w:p>
    <w:p w14:paraId="02C41405" w14:textId="77777777" w:rsidR="001B10B5" w:rsidRPr="00C44604" w:rsidRDefault="001B10B5" w:rsidP="001B10B5">
      <w:pPr>
        <w:spacing w:after="0" w:line="240" w:lineRule="auto"/>
        <w:rPr>
          <w:rFonts w:eastAsia="Calibri" w:cs="Tahoma"/>
          <w:bCs/>
          <w:sz w:val="18"/>
          <w:szCs w:val="18"/>
        </w:rPr>
      </w:pPr>
    </w:p>
    <w:p w14:paraId="3740BA97" w14:textId="77777777" w:rsidR="001B10B5" w:rsidRPr="00C44604" w:rsidRDefault="001B10B5" w:rsidP="001B10B5">
      <w:pPr>
        <w:pStyle w:val="Akapitzlist"/>
        <w:numPr>
          <w:ilvl w:val="0"/>
          <w:numId w:val="23"/>
        </w:numPr>
        <w:spacing w:after="0" w:line="240" w:lineRule="auto"/>
        <w:ind w:left="284" w:hanging="284"/>
        <w:rPr>
          <w:rFonts w:asciiTheme="minorHAnsi" w:eastAsia="Times New Roman" w:hAnsiTheme="minorHAnsi"/>
          <w:sz w:val="18"/>
          <w:szCs w:val="18"/>
        </w:rPr>
      </w:pPr>
      <w:r w:rsidRPr="00C44604">
        <w:rPr>
          <w:rFonts w:asciiTheme="minorHAnsi" w:eastAsia="Times New Roman" w:hAnsiTheme="minorHAnsi"/>
          <w:sz w:val="18"/>
          <w:szCs w:val="18"/>
        </w:rPr>
        <w:t>Cena oferty:</w:t>
      </w:r>
    </w:p>
    <w:p w14:paraId="2504A949" w14:textId="77777777" w:rsidR="001B10B5" w:rsidRPr="00C44604" w:rsidRDefault="001B10B5" w:rsidP="001B10B5">
      <w:pPr>
        <w:tabs>
          <w:tab w:val="left" w:pos="284"/>
        </w:tabs>
        <w:suppressAutoHyphens/>
        <w:contextualSpacing/>
        <w:jc w:val="left"/>
        <w:rPr>
          <w:rFonts w:eastAsia="Calibri" w:cs="Tahoma"/>
          <w:bCs/>
          <w:sz w:val="18"/>
          <w:szCs w:val="18"/>
        </w:rPr>
      </w:pPr>
    </w:p>
    <w:p w14:paraId="3EDF2099" w14:textId="77777777" w:rsidR="001B10B5" w:rsidRPr="00C44604" w:rsidRDefault="001B10B5" w:rsidP="001B10B5">
      <w:pPr>
        <w:tabs>
          <w:tab w:val="left" w:pos="284"/>
        </w:tabs>
        <w:suppressAutoHyphens/>
        <w:spacing w:line="360" w:lineRule="auto"/>
        <w:contextualSpacing/>
        <w:jc w:val="left"/>
        <w:rPr>
          <w:rFonts w:eastAsia="Calibri" w:cs="Tahoma"/>
          <w:bCs/>
          <w:sz w:val="18"/>
          <w:szCs w:val="18"/>
        </w:rPr>
      </w:pPr>
      <w:r w:rsidRPr="00C44604">
        <w:rPr>
          <w:rFonts w:eastAsia="Calibri" w:cs="Tahoma"/>
          <w:b/>
          <w:bCs/>
          <w:i/>
          <w:sz w:val="18"/>
          <w:szCs w:val="18"/>
        </w:rPr>
        <w:t>Cena oferty wynosi:……………… zł netto</w:t>
      </w:r>
      <w:r w:rsidRPr="00C44604">
        <w:rPr>
          <w:rFonts w:eastAsia="Calibri" w:cs="Tahoma"/>
          <w:bCs/>
          <w:sz w:val="18"/>
          <w:szCs w:val="18"/>
        </w:rPr>
        <w:t>,</w:t>
      </w:r>
    </w:p>
    <w:p w14:paraId="10F26793" w14:textId="77777777" w:rsidR="001B10B5" w:rsidRPr="00C44604" w:rsidRDefault="001B10B5" w:rsidP="001B10B5">
      <w:pPr>
        <w:tabs>
          <w:tab w:val="left" w:pos="284"/>
        </w:tabs>
        <w:suppressAutoHyphens/>
        <w:spacing w:line="360" w:lineRule="auto"/>
        <w:contextualSpacing/>
        <w:jc w:val="left"/>
        <w:rPr>
          <w:rFonts w:eastAsia="Calibri" w:cs="Tahoma"/>
          <w:bCs/>
          <w:sz w:val="18"/>
          <w:szCs w:val="18"/>
        </w:rPr>
      </w:pPr>
      <w:r w:rsidRPr="00C44604">
        <w:rPr>
          <w:rFonts w:eastAsia="Calibri" w:cs="Tahoma"/>
          <w:bCs/>
          <w:sz w:val="18"/>
          <w:szCs w:val="18"/>
        </w:rPr>
        <w:t xml:space="preserve">słownie: (………………………………………………………………………………………………………)          </w:t>
      </w:r>
    </w:p>
    <w:p w14:paraId="3E7C2BA6" w14:textId="77777777" w:rsidR="001B10B5" w:rsidRPr="00C44604" w:rsidRDefault="001B10B5" w:rsidP="001B10B5">
      <w:pPr>
        <w:tabs>
          <w:tab w:val="left" w:pos="1170"/>
        </w:tabs>
        <w:suppressAutoHyphens/>
        <w:spacing w:line="240" w:lineRule="auto"/>
        <w:contextualSpacing/>
        <w:jc w:val="center"/>
        <w:rPr>
          <w:rFonts w:eastAsia="Calibri" w:cs="Tahoma"/>
          <w:bCs/>
          <w:sz w:val="18"/>
          <w:szCs w:val="18"/>
        </w:rPr>
      </w:pPr>
      <w:r w:rsidRPr="00C44604">
        <w:rPr>
          <w:rFonts w:eastAsia="Calibri" w:cs="Tahoma"/>
          <w:bCs/>
          <w:sz w:val="18"/>
          <w:szCs w:val="18"/>
        </w:rPr>
        <w:t>( cena oferty wynika z wypełnionego załącznika  nr 1 do zapytania)</w:t>
      </w:r>
    </w:p>
    <w:p w14:paraId="2A214CE2" w14:textId="77777777" w:rsidR="001C0B1B" w:rsidRDefault="001C0B1B" w:rsidP="001B10B5">
      <w:pPr>
        <w:tabs>
          <w:tab w:val="left" w:pos="1170"/>
        </w:tabs>
        <w:suppressAutoHyphens/>
        <w:spacing w:line="360" w:lineRule="auto"/>
        <w:contextualSpacing/>
        <w:jc w:val="left"/>
        <w:rPr>
          <w:rFonts w:eastAsia="Calibri" w:cs="Tahoma"/>
          <w:b/>
          <w:bCs/>
          <w:i/>
          <w:sz w:val="18"/>
          <w:szCs w:val="18"/>
        </w:rPr>
      </w:pPr>
    </w:p>
    <w:p w14:paraId="6052411D" w14:textId="31627B4F" w:rsidR="001B10B5" w:rsidRPr="00C44604" w:rsidRDefault="001B10B5" w:rsidP="001B10B5">
      <w:pPr>
        <w:tabs>
          <w:tab w:val="left" w:pos="1170"/>
        </w:tabs>
        <w:suppressAutoHyphens/>
        <w:spacing w:line="360" w:lineRule="auto"/>
        <w:contextualSpacing/>
        <w:jc w:val="left"/>
        <w:rPr>
          <w:rFonts w:eastAsia="Calibri" w:cs="Tahoma"/>
          <w:b/>
          <w:bCs/>
          <w:i/>
          <w:sz w:val="18"/>
          <w:szCs w:val="18"/>
        </w:rPr>
      </w:pPr>
      <w:r w:rsidRPr="00C44604">
        <w:rPr>
          <w:rFonts w:eastAsia="Calibri" w:cs="Tahoma"/>
          <w:b/>
          <w:bCs/>
          <w:i/>
          <w:sz w:val="18"/>
          <w:szCs w:val="18"/>
        </w:rPr>
        <w:t>Podatek VAT:………… zł,</w:t>
      </w:r>
    </w:p>
    <w:p w14:paraId="4E98E09B" w14:textId="77777777" w:rsidR="001B10B5" w:rsidRPr="00C44604" w:rsidRDefault="001B10B5" w:rsidP="001B10B5">
      <w:pPr>
        <w:tabs>
          <w:tab w:val="left" w:pos="1170"/>
        </w:tabs>
        <w:suppressAutoHyphens/>
        <w:spacing w:line="600" w:lineRule="auto"/>
        <w:contextualSpacing/>
        <w:jc w:val="left"/>
        <w:rPr>
          <w:rFonts w:eastAsia="Calibri" w:cs="Tahoma"/>
          <w:bCs/>
          <w:sz w:val="18"/>
          <w:szCs w:val="18"/>
        </w:rPr>
      </w:pPr>
      <w:r w:rsidRPr="00C44604">
        <w:rPr>
          <w:rFonts w:eastAsia="Calibri" w:cs="Tahoma"/>
          <w:bCs/>
          <w:sz w:val="18"/>
          <w:szCs w:val="18"/>
        </w:rPr>
        <w:t>słownie: (……………………………………………………………………………………)</w:t>
      </w:r>
    </w:p>
    <w:p w14:paraId="59ED89CD" w14:textId="77777777" w:rsidR="001B10B5" w:rsidRPr="00C44604" w:rsidRDefault="001B10B5" w:rsidP="001B10B5">
      <w:pPr>
        <w:tabs>
          <w:tab w:val="left" w:pos="1170"/>
        </w:tabs>
        <w:suppressAutoHyphens/>
        <w:spacing w:line="360" w:lineRule="auto"/>
        <w:contextualSpacing/>
        <w:jc w:val="left"/>
        <w:rPr>
          <w:rFonts w:eastAsia="Calibri" w:cs="Tahoma"/>
          <w:bCs/>
          <w:sz w:val="18"/>
          <w:szCs w:val="18"/>
        </w:rPr>
      </w:pPr>
      <w:r w:rsidRPr="00C44604">
        <w:rPr>
          <w:rFonts w:eastAsia="Calibri" w:cs="Tahoma"/>
          <w:b/>
          <w:bCs/>
          <w:i/>
          <w:sz w:val="18"/>
          <w:szCs w:val="18"/>
        </w:rPr>
        <w:t>Cena oferty wynosi:……………..zł brutto</w:t>
      </w:r>
      <w:r w:rsidRPr="00C44604">
        <w:rPr>
          <w:rFonts w:eastAsia="Calibri" w:cs="Tahoma"/>
          <w:bCs/>
          <w:sz w:val="18"/>
          <w:szCs w:val="18"/>
        </w:rPr>
        <w:t xml:space="preserve">, </w:t>
      </w:r>
    </w:p>
    <w:p w14:paraId="08CC621B" w14:textId="77777777" w:rsidR="001B10B5" w:rsidRPr="00C44604" w:rsidRDefault="001B10B5" w:rsidP="001B10B5">
      <w:pPr>
        <w:tabs>
          <w:tab w:val="left" w:pos="1170"/>
        </w:tabs>
        <w:suppressAutoHyphens/>
        <w:spacing w:line="480" w:lineRule="auto"/>
        <w:contextualSpacing/>
        <w:jc w:val="left"/>
        <w:rPr>
          <w:rFonts w:eastAsia="Calibri" w:cs="Tahoma"/>
          <w:bCs/>
          <w:sz w:val="18"/>
          <w:szCs w:val="18"/>
        </w:rPr>
      </w:pPr>
      <w:r w:rsidRPr="00C44604">
        <w:rPr>
          <w:rFonts w:eastAsia="Calibri" w:cs="Tahoma"/>
          <w:bCs/>
          <w:sz w:val="18"/>
          <w:szCs w:val="18"/>
        </w:rPr>
        <w:t xml:space="preserve">słownie: (…………………………………………………………………………………………) </w:t>
      </w:r>
    </w:p>
    <w:p w14:paraId="27F9356B" w14:textId="77777777" w:rsidR="001B10B5" w:rsidRPr="00C44604" w:rsidRDefault="001B10B5" w:rsidP="001B10B5">
      <w:pPr>
        <w:tabs>
          <w:tab w:val="left" w:pos="426"/>
        </w:tabs>
        <w:suppressAutoHyphens/>
        <w:spacing w:after="0" w:line="240" w:lineRule="auto"/>
        <w:ind w:left="284"/>
        <w:contextualSpacing/>
        <w:rPr>
          <w:rFonts w:eastAsia="Calibri" w:cs="Tahoma"/>
          <w:bCs/>
          <w:sz w:val="18"/>
          <w:szCs w:val="18"/>
        </w:rPr>
      </w:pPr>
    </w:p>
    <w:p w14:paraId="23E1BE20" w14:textId="5B6A83A4" w:rsidR="001B10B5" w:rsidRPr="00EB39AC" w:rsidRDefault="001B10B5" w:rsidP="00EB39AC">
      <w:pPr>
        <w:pStyle w:val="Akapitzlist"/>
        <w:numPr>
          <w:ilvl w:val="0"/>
          <w:numId w:val="23"/>
        </w:numPr>
        <w:suppressAutoHyphens/>
        <w:spacing w:after="0" w:line="240" w:lineRule="auto"/>
        <w:rPr>
          <w:rFonts w:asciiTheme="minorHAnsi" w:hAnsiTheme="minorHAnsi" w:cs="Tahoma"/>
          <w:i/>
          <w:iCs/>
          <w:sz w:val="18"/>
          <w:szCs w:val="18"/>
        </w:rPr>
      </w:pPr>
      <w:r w:rsidRPr="00C44604">
        <w:rPr>
          <w:rFonts w:asciiTheme="minorHAnsi" w:hAnsiTheme="minorHAnsi" w:cs="Tahoma"/>
          <w:sz w:val="18"/>
          <w:szCs w:val="18"/>
        </w:rPr>
        <w:t>Oświadczam/my, że dostawy dotyczące przedmiotu zamówienia będą prowadzić/nie będą prowadzić (niepotrzebne skreślić) do powstania u Zamawiającego obowiązku podatkowego zgodnie z przepisami o podatku od towarów i usług. (W przypadku potwierdzenia, że dostawy dotyczące przedmiotu zamówienia będą prowadzić do powstania u Zamawiającego obowiązku podatkowego zgodnie z przepisami o podatku od towarów i usług, podane powyżej w pkt. 1 ceny są cenami netto: …………..………………………………………... (należy wskazać).</w:t>
      </w:r>
    </w:p>
    <w:p w14:paraId="4478B006" w14:textId="77777777" w:rsidR="00EB39AC" w:rsidRPr="00DD5510" w:rsidRDefault="00EB39AC" w:rsidP="00EB39AC">
      <w:pPr>
        <w:pStyle w:val="Akapitzlist"/>
        <w:rPr>
          <w:rFonts w:asciiTheme="minorHAnsi" w:hAnsiTheme="minorHAnsi" w:cs="Tahoma"/>
          <w:sz w:val="18"/>
          <w:szCs w:val="18"/>
        </w:rPr>
      </w:pPr>
    </w:p>
    <w:p w14:paraId="47E427C9" w14:textId="45AC6068" w:rsidR="004B2534" w:rsidRPr="000F183C" w:rsidRDefault="00DD5510" w:rsidP="006F032D">
      <w:pPr>
        <w:pStyle w:val="Akapitzlist"/>
        <w:numPr>
          <w:ilvl w:val="0"/>
          <w:numId w:val="23"/>
        </w:numPr>
        <w:suppressAutoHyphens/>
        <w:spacing w:after="0" w:line="240" w:lineRule="auto"/>
        <w:rPr>
          <w:rFonts w:asciiTheme="minorHAnsi" w:hAnsiTheme="minorHAnsi" w:cs="Tahoma"/>
          <w:i/>
          <w:iCs/>
          <w:sz w:val="18"/>
          <w:szCs w:val="18"/>
        </w:rPr>
      </w:pPr>
      <w:r w:rsidRPr="000F183C">
        <w:rPr>
          <w:rFonts w:asciiTheme="minorHAnsi" w:hAnsiTheme="minorHAnsi" w:cs="Tahoma"/>
          <w:sz w:val="18"/>
          <w:szCs w:val="18"/>
        </w:rPr>
        <w:t>Oświadczam/y, że na dzień składania ofert w niniejszym postępowaniu nie podlegam/y wykluczeniu z udziału w niniejszym postępowania na podstawie art. 7 ust. 1 ustawy z dnia 13 kwietnia 2022 r. o szczególnych rozwiązaniach w zakresie przeciwdziałania wspieraniu agresji na Ukrainę oraz służących ochronie bezpieczeństwa narodowego (Dz. U. 2023 r., poz. 1497 z późn. zm.)</w:t>
      </w:r>
      <w:r w:rsidR="000F183C">
        <w:rPr>
          <w:rFonts w:asciiTheme="minorHAnsi" w:hAnsiTheme="minorHAnsi" w:cs="Tahoma"/>
          <w:sz w:val="18"/>
          <w:szCs w:val="18"/>
        </w:rPr>
        <w:t>.</w:t>
      </w:r>
    </w:p>
    <w:p w14:paraId="50EE0BBC" w14:textId="77777777" w:rsidR="00DD5510" w:rsidRDefault="00DD5510" w:rsidP="004B2534">
      <w:pPr>
        <w:pStyle w:val="Akapitzlist"/>
        <w:suppressAutoHyphens/>
        <w:spacing w:after="0" w:line="240" w:lineRule="auto"/>
        <w:ind w:left="360"/>
        <w:rPr>
          <w:rFonts w:asciiTheme="minorHAnsi" w:hAnsiTheme="minorHAnsi" w:cs="Tahoma"/>
          <w:i/>
          <w:iCs/>
          <w:sz w:val="18"/>
          <w:szCs w:val="18"/>
        </w:rPr>
      </w:pPr>
    </w:p>
    <w:p w14:paraId="0E449CFE" w14:textId="77777777" w:rsidR="00DD5510" w:rsidRPr="00C44604" w:rsidRDefault="00DD5510" w:rsidP="004B2534">
      <w:pPr>
        <w:pStyle w:val="Akapitzlist"/>
        <w:suppressAutoHyphens/>
        <w:spacing w:after="0" w:line="240" w:lineRule="auto"/>
        <w:ind w:left="360"/>
        <w:rPr>
          <w:rFonts w:asciiTheme="minorHAnsi" w:hAnsiTheme="minorHAnsi" w:cs="Tahoma"/>
          <w:i/>
          <w:iCs/>
          <w:sz w:val="18"/>
          <w:szCs w:val="18"/>
        </w:rPr>
      </w:pPr>
    </w:p>
    <w:p w14:paraId="58508C08" w14:textId="77777777" w:rsidR="004B2534" w:rsidRPr="00C44604" w:rsidRDefault="004B2534" w:rsidP="004B2534">
      <w:pPr>
        <w:pStyle w:val="Akapitzlist"/>
        <w:suppressAutoHyphens/>
        <w:spacing w:after="0" w:line="240" w:lineRule="auto"/>
        <w:ind w:left="360"/>
        <w:rPr>
          <w:rFonts w:asciiTheme="minorHAnsi" w:hAnsiTheme="minorHAnsi" w:cs="Tahoma"/>
          <w:i/>
          <w:iCs/>
          <w:sz w:val="18"/>
          <w:szCs w:val="18"/>
        </w:rPr>
      </w:pPr>
    </w:p>
    <w:p w14:paraId="264790CB" w14:textId="77777777" w:rsidR="001B10B5" w:rsidRPr="00C44604" w:rsidRDefault="001B10B5" w:rsidP="001B10B5">
      <w:pPr>
        <w:autoSpaceDE w:val="0"/>
        <w:autoSpaceDN w:val="0"/>
        <w:adjustRightInd w:val="0"/>
        <w:spacing w:after="0"/>
        <w:ind w:left="3545" w:firstLine="709"/>
        <w:jc w:val="center"/>
        <w:rPr>
          <w:rFonts w:cs="Arial"/>
          <w:iCs/>
          <w:sz w:val="18"/>
          <w:szCs w:val="18"/>
        </w:rPr>
      </w:pPr>
      <w:r w:rsidRPr="00C44604">
        <w:rPr>
          <w:rFonts w:cs="Arial"/>
          <w:iCs/>
          <w:sz w:val="18"/>
          <w:szCs w:val="18"/>
        </w:rPr>
        <w:t>…………………………………………………</w:t>
      </w:r>
    </w:p>
    <w:p w14:paraId="228A73F2" w14:textId="02335D6B" w:rsidR="001B10B5" w:rsidRPr="00C44604" w:rsidRDefault="001B10B5" w:rsidP="001B10B5">
      <w:pPr>
        <w:autoSpaceDE w:val="0"/>
        <w:autoSpaceDN w:val="0"/>
        <w:adjustRightInd w:val="0"/>
        <w:spacing w:after="0"/>
        <w:ind w:left="3545" w:firstLine="709"/>
        <w:jc w:val="center"/>
        <w:rPr>
          <w:rFonts w:cs="Arial"/>
          <w:iCs/>
          <w:sz w:val="18"/>
          <w:szCs w:val="18"/>
        </w:rPr>
      </w:pPr>
      <w:r w:rsidRPr="00C44604">
        <w:rPr>
          <w:rFonts w:cs="Arial"/>
          <w:i/>
          <w:iCs/>
          <w:sz w:val="18"/>
          <w:szCs w:val="18"/>
        </w:rPr>
        <w:t>(</w:t>
      </w:r>
      <w:r w:rsidR="00C44604">
        <w:rPr>
          <w:rFonts w:cs="Arial"/>
          <w:i/>
          <w:iCs/>
          <w:sz w:val="18"/>
          <w:szCs w:val="18"/>
        </w:rPr>
        <w:t>P</w:t>
      </w:r>
      <w:r w:rsidRPr="00C44604">
        <w:rPr>
          <w:rFonts w:cs="Arial"/>
          <w:i/>
          <w:iCs/>
          <w:sz w:val="18"/>
          <w:szCs w:val="18"/>
        </w:rPr>
        <w:t>odpis osoby uprawnionej</w:t>
      </w:r>
    </w:p>
    <w:p w14:paraId="348EC73B" w14:textId="77777777" w:rsidR="001B10B5" w:rsidRPr="00C44604" w:rsidRDefault="001B10B5" w:rsidP="001B10B5">
      <w:pPr>
        <w:autoSpaceDE w:val="0"/>
        <w:autoSpaceDN w:val="0"/>
        <w:adjustRightInd w:val="0"/>
        <w:ind w:left="3545" w:firstLine="709"/>
        <w:jc w:val="center"/>
        <w:rPr>
          <w:rFonts w:eastAsia="Calibri" w:cs="Roboto Lt"/>
          <w:color w:val="000000"/>
          <w:sz w:val="18"/>
          <w:szCs w:val="18"/>
        </w:rPr>
      </w:pPr>
      <w:r w:rsidRPr="00C44604">
        <w:rPr>
          <w:rFonts w:cs="Arial"/>
          <w:i/>
          <w:iCs/>
          <w:sz w:val="18"/>
          <w:szCs w:val="18"/>
        </w:rPr>
        <w:t>do reprezentowania Wykonawcy)</w:t>
      </w:r>
    </w:p>
    <w:p w14:paraId="5047ACD9" w14:textId="7447D97A" w:rsidR="00791C1D" w:rsidRPr="00C44604" w:rsidRDefault="00791C1D" w:rsidP="001B10B5">
      <w:pPr>
        <w:rPr>
          <w:sz w:val="18"/>
          <w:szCs w:val="18"/>
        </w:rPr>
      </w:pPr>
    </w:p>
    <w:sectPr w:rsidR="00791C1D" w:rsidRPr="00C44604" w:rsidSect="00367CF8">
      <w:footerReference w:type="default" r:id="rId11"/>
      <w:headerReference w:type="first" r:id="rId12"/>
      <w:footerReference w:type="first" r:id="rId13"/>
      <w:pgSz w:w="11906" w:h="16838" w:code="9"/>
      <w:pgMar w:top="2325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2DFDC" w14:textId="77777777" w:rsidR="00F80E2B" w:rsidRDefault="00F80E2B" w:rsidP="006747BD">
      <w:pPr>
        <w:spacing w:after="0" w:line="240" w:lineRule="auto"/>
      </w:pPr>
      <w:r>
        <w:separator/>
      </w:r>
    </w:p>
  </w:endnote>
  <w:endnote w:type="continuationSeparator" w:id="0">
    <w:p w14:paraId="4BD7F4B9" w14:textId="77777777" w:rsidR="00F80E2B" w:rsidRDefault="00F80E2B" w:rsidP="006747BD">
      <w:pPr>
        <w:spacing w:after="0" w:line="240" w:lineRule="auto"/>
      </w:pPr>
      <w:r>
        <w:continuationSeparator/>
      </w:r>
    </w:p>
  </w:endnote>
  <w:endnote w:type="continuationNotice" w:id="1">
    <w:p w14:paraId="0481CDDB" w14:textId="77777777" w:rsidR="00F80E2B" w:rsidRDefault="00F80E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panose1 w:val="00000000000000000000"/>
    <w:charset w:val="EE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 Lt">
    <w:altName w:val="Arial"/>
    <w:panose1 w:val="00000000000000000000"/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56"/>
      <w:gridCol w:w="3507"/>
    </w:tblGrid>
    <w:tr w:rsidR="00C44604" w14:paraId="03458DF1" w14:textId="77777777" w:rsidTr="00C44604">
      <w:tc>
        <w:tcPr>
          <w:tcW w:w="4656" w:type="dxa"/>
          <w:vAlign w:val="center"/>
        </w:tcPr>
        <w:p w14:paraId="20DE3599" w14:textId="77777777" w:rsidR="00C44604" w:rsidRDefault="00C44604" w:rsidP="00C44604">
          <w:pPr>
            <w:pStyle w:val="Stopka"/>
            <w:jc w:val="left"/>
          </w:pPr>
          <w:r>
            <w:rPr>
              <w:noProof/>
            </w:rPr>
            <w:drawing>
              <wp:inline distT="0" distB="0" distL="0" distR="0" wp14:anchorId="2D443C58" wp14:editId="2DCBBA63">
                <wp:extent cx="2811963" cy="847725"/>
                <wp:effectExtent l="0" t="0" r="7620" b="0"/>
                <wp:docPr id="5" name="Obraz 5" descr="Obraz zawierający tekst, zrzut ekranu, Czcionka, Jaskrawoniebieski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95253867" name="Obraz 1" descr="Obraz zawierający tekst, zrzut ekranu, Czcionka, Jaskrawoniebieski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7348" cy="8704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07" w:type="dxa"/>
          <w:vAlign w:val="center"/>
        </w:tcPr>
        <w:p w14:paraId="07BAFCA9" w14:textId="77777777" w:rsidR="00C44604" w:rsidRDefault="00C44604" w:rsidP="00C44604">
          <w:pPr>
            <w:spacing w:after="0" w:line="240" w:lineRule="auto"/>
            <w:jc w:val="left"/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</w:pPr>
          <w:r w:rsidRPr="00663D53"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  <w:t>Projekt współfinansowany przez Unię</w:t>
          </w:r>
          <w:r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  <w:t xml:space="preserve"> </w:t>
          </w:r>
          <w:r w:rsidRPr="00663D53"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  <w:t xml:space="preserve">Europejską z Europejskiego Funduszu Rozwoju Regionalnego w ramach programu współpracy INTERREG Polska-Saksonia </w:t>
          </w:r>
        </w:p>
        <w:p w14:paraId="2B7B9D36" w14:textId="28C24FB4" w:rsidR="00C44604" w:rsidRDefault="00C44604" w:rsidP="00C44604">
          <w:pPr>
            <w:spacing w:after="0" w:line="240" w:lineRule="auto"/>
            <w:jc w:val="left"/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</w:pPr>
          <w:r w:rsidRPr="00663D53"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  <w:t>2021-2027</w:t>
          </w:r>
          <w:r w:rsidR="006F7280"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  <w:t xml:space="preserve"> </w:t>
          </w:r>
          <w:r w:rsidRPr="0025743C"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  <w:t>na podstawie umowy</w:t>
          </w:r>
        </w:p>
        <w:p w14:paraId="404AF4D6" w14:textId="77777777" w:rsidR="00C44604" w:rsidRPr="0025743C" w:rsidRDefault="00C44604" w:rsidP="00C44604">
          <w:pPr>
            <w:spacing w:after="0" w:line="240" w:lineRule="auto"/>
            <w:jc w:val="left"/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</w:pPr>
          <w:r w:rsidRPr="0025743C"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  <w:t>nr PLSN.02.01-IP.01-0001/24</w:t>
          </w:r>
        </w:p>
        <w:p w14:paraId="169F95E1" w14:textId="77777777" w:rsidR="00C44604" w:rsidRDefault="00C44604" w:rsidP="00C44604">
          <w:pPr>
            <w:pStyle w:val="Stopka"/>
            <w:jc w:val="left"/>
          </w:pPr>
        </w:p>
      </w:tc>
    </w:tr>
  </w:tbl>
  <w:p w14:paraId="1E6308AE" w14:textId="77777777" w:rsidR="00C44604" w:rsidRDefault="00C44604" w:rsidP="00C44604">
    <w:pPr>
      <w:pStyle w:val="Stopka"/>
    </w:pPr>
    <w:r>
      <w:t xml:space="preserve">Strona </w:t>
    </w:r>
    <w:r>
      <w:rPr>
        <w:b w:val="0"/>
        <w:bCs/>
        <w:sz w:val="24"/>
        <w:szCs w:val="24"/>
      </w:rPr>
      <w:fldChar w:fldCharType="begin"/>
    </w:r>
    <w:r>
      <w:rPr>
        <w:bCs/>
      </w:rPr>
      <w:instrText>PAGE</w:instrText>
    </w:r>
    <w:r>
      <w:rPr>
        <w:b w:val="0"/>
        <w:bCs/>
        <w:sz w:val="24"/>
        <w:szCs w:val="24"/>
      </w:rPr>
      <w:fldChar w:fldCharType="separate"/>
    </w:r>
    <w:r>
      <w:rPr>
        <w:b w:val="0"/>
        <w:bCs/>
        <w:sz w:val="24"/>
        <w:szCs w:val="24"/>
      </w:rPr>
      <w:t>1</w:t>
    </w:r>
    <w:r>
      <w:rPr>
        <w:b w:val="0"/>
        <w:bCs/>
        <w:sz w:val="24"/>
        <w:szCs w:val="24"/>
      </w:rPr>
      <w:fldChar w:fldCharType="end"/>
    </w:r>
    <w:r>
      <w:t xml:space="preserve"> z </w:t>
    </w:r>
    <w:r>
      <w:rPr>
        <w:b w:val="0"/>
        <w:bCs/>
        <w:sz w:val="24"/>
        <w:szCs w:val="24"/>
      </w:rPr>
      <w:fldChar w:fldCharType="begin"/>
    </w:r>
    <w:r>
      <w:rPr>
        <w:bCs/>
      </w:rPr>
      <w:instrText>NUMPAGES</w:instrText>
    </w:r>
    <w:r>
      <w:rPr>
        <w:b w:val="0"/>
        <w:bCs/>
        <w:sz w:val="24"/>
        <w:szCs w:val="24"/>
      </w:rPr>
      <w:fldChar w:fldCharType="separate"/>
    </w:r>
    <w:r>
      <w:rPr>
        <w:b w:val="0"/>
        <w:bCs/>
        <w:sz w:val="24"/>
        <w:szCs w:val="24"/>
      </w:rPr>
      <w:t>10</w:t>
    </w:r>
    <w:r>
      <w:rPr>
        <w:b w:val="0"/>
        <w:bCs/>
        <w:sz w:val="24"/>
        <w:szCs w:val="24"/>
      </w:rPr>
      <w:fldChar w:fldCharType="end"/>
    </w:r>
  </w:p>
  <w:p w14:paraId="1B479508" w14:textId="52B78AAF" w:rsidR="00D40690" w:rsidRDefault="00C44604" w:rsidP="00C44604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58244" behindDoc="1" locked="1" layoutInCell="1" allowOverlap="1" wp14:anchorId="7BBA2733" wp14:editId="2F7EDB6B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5" behindDoc="1" locked="1" layoutInCell="1" allowOverlap="1" wp14:anchorId="30B47682" wp14:editId="16331C84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841C08" w14:textId="77777777" w:rsidR="00C44604" w:rsidRDefault="00C44604" w:rsidP="00C44604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35342677" w14:textId="77777777" w:rsidR="00C44604" w:rsidRDefault="00C44604" w:rsidP="00C44604">
                          <w:pPr>
                            <w:pStyle w:val="LukStopka-adres"/>
                          </w:pPr>
                          <w:r>
                            <w:t>54-066 Wrocław, ul. Stabłowicka 147, Tel: +48 71 734 77 77</w:t>
                          </w:r>
                        </w:p>
                        <w:p w14:paraId="2CB4689E" w14:textId="77777777" w:rsidR="00C44604" w:rsidRPr="00970AD6" w:rsidRDefault="00C44604" w:rsidP="00C44604">
                          <w:pPr>
                            <w:pStyle w:val="LukStopka-adres"/>
                          </w:pPr>
                          <w:r w:rsidRPr="00970AD6">
                            <w:t>E-mail: biuro@port.lukasiewicz.gov.pl | NIP: 894 314 05 23, REGON: 386585168</w:t>
                          </w:r>
                        </w:p>
                        <w:p w14:paraId="201E3085" w14:textId="77777777" w:rsidR="00C44604" w:rsidRDefault="00C44604" w:rsidP="00C44604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41381DDB" w14:textId="77777777" w:rsidR="00C44604" w:rsidRPr="00ED7972" w:rsidRDefault="00C44604" w:rsidP="00C44604">
                          <w:pPr>
                            <w:pStyle w:val="LukStopka-adres"/>
                          </w:pPr>
                          <w:r>
                            <w:t xml:space="preserve">Nr KRS: </w:t>
                          </w:r>
                          <w:r w:rsidRPr="00250E1B">
                            <w:t>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B47682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left:0;text-align:left;margin-left:-.35pt;margin-top:773.4pt;width:336.2pt;height:34.6pt;z-index:-25165823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26841C08" w14:textId="77777777" w:rsidR="00C44604" w:rsidRDefault="00C44604" w:rsidP="00C44604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35342677" w14:textId="77777777" w:rsidR="00C44604" w:rsidRDefault="00C44604" w:rsidP="00C44604">
                    <w:pPr>
                      <w:pStyle w:val="LukStopka-adres"/>
                    </w:pPr>
                    <w:r>
                      <w:t>54-066 Wrocław, ul. Stabłowicka 147, Tel: +48 71 734 77 77</w:t>
                    </w:r>
                  </w:p>
                  <w:p w14:paraId="2CB4689E" w14:textId="77777777" w:rsidR="00C44604" w:rsidRPr="00970AD6" w:rsidRDefault="00C44604" w:rsidP="00C44604">
                    <w:pPr>
                      <w:pStyle w:val="LukStopka-adres"/>
                    </w:pPr>
                    <w:r w:rsidRPr="00970AD6">
                      <w:t>E-mail: biuro@port.lukasiewicz.gov.pl | NIP: 894 314 05 23, REGON: 386585168</w:t>
                    </w:r>
                  </w:p>
                  <w:p w14:paraId="201E3085" w14:textId="77777777" w:rsidR="00C44604" w:rsidRDefault="00C44604" w:rsidP="00C44604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41381DDB" w14:textId="77777777" w:rsidR="00C44604" w:rsidRPr="00ED7972" w:rsidRDefault="00C44604" w:rsidP="00C44604">
                    <w:pPr>
                      <w:pStyle w:val="LukStopka-adres"/>
                    </w:pPr>
                    <w:r>
                      <w:t xml:space="preserve">Nr KRS: </w:t>
                    </w:r>
                    <w:r w:rsidRPr="00250E1B">
                      <w:t>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56"/>
      <w:gridCol w:w="3507"/>
    </w:tblGrid>
    <w:tr w:rsidR="00C44604" w14:paraId="285E9C04" w14:textId="77777777" w:rsidTr="004B3156">
      <w:tc>
        <w:tcPr>
          <w:tcW w:w="3119" w:type="dxa"/>
          <w:vAlign w:val="center"/>
        </w:tcPr>
        <w:p w14:paraId="4F45728C" w14:textId="77777777" w:rsidR="00C44604" w:rsidRDefault="00C44604" w:rsidP="00C44604">
          <w:pPr>
            <w:pStyle w:val="Stopka"/>
            <w:jc w:val="left"/>
          </w:pPr>
          <w:r>
            <w:rPr>
              <w:noProof/>
            </w:rPr>
            <w:drawing>
              <wp:inline distT="0" distB="0" distL="0" distR="0" wp14:anchorId="29971C03" wp14:editId="251A7350">
                <wp:extent cx="2811963" cy="847725"/>
                <wp:effectExtent l="0" t="0" r="7620" b="0"/>
                <wp:docPr id="1495253867" name="Obraz 1495253867" descr="Obraz zawierający tekst, zrzut ekranu, Czcionka, Jaskrawoniebieski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95253867" name="Obraz 1" descr="Obraz zawierający tekst, zrzut ekranu, Czcionka, Jaskrawoniebieski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7348" cy="8704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4" w:type="dxa"/>
          <w:vAlign w:val="center"/>
        </w:tcPr>
        <w:p w14:paraId="36483AE1" w14:textId="77777777" w:rsidR="00C44604" w:rsidRDefault="00C44604" w:rsidP="00C44604">
          <w:pPr>
            <w:spacing w:after="0" w:line="240" w:lineRule="auto"/>
            <w:jc w:val="left"/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</w:pPr>
          <w:r w:rsidRPr="00663D53"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  <w:t>Projekt współfinansowany przez Unię</w:t>
          </w:r>
          <w:r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  <w:t xml:space="preserve"> </w:t>
          </w:r>
          <w:r w:rsidRPr="00663D53"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  <w:t xml:space="preserve">Europejską z Europejskiego Funduszu Rozwoju Regionalnego w ramach programu współpracy INTERREG Polska-Saksonia </w:t>
          </w:r>
        </w:p>
        <w:p w14:paraId="0C07914C" w14:textId="037664E3" w:rsidR="00C44604" w:rsidRDefault="00C44604" w:rsidP="00C44604">
          <w:pPr>
            <w:spacing w:after="0" w:line="240" w:lineRule="auto"/>
            <w:jc w:val="left"/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</w:pPr>
          <w:r w:rsidRPr="00663D53"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  <w:t>2021-2027</w:t>
          </w:r>
          <w:r w:rsidR="006F7280"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  <w:t xml:space="preserve"> </w:t>
          </w:r>
          <w:r w:rsidRPr="0025743C"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  <w:t>na podstawie umowy</w:t>
          </w:r>
        </w:p>
        <w:p w14:paraId="195DD5FF" w14:textId="77777777" w:rsidR="00C44604" w:rsidRPr="0025743C" w:rsidRDefault="00C44604" w:rsidP="00C44604">
          <w:pPr>
            <w:spacing w:after="0" w:line="240" w:lineRule="auto"/>
            <w:jc w:val="left"/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</w:pPr>
          <w:r w:rsidRPr="0025743C">
            <w:rPr>
              <w:rFonts w:eastAsia="Times New Roman" w:cs="Times New Roman"/>
              <w:color w:val="5F5F5F" w:themeColor="text2" w:themeShade="BF"/>
              <w:spacing w:val="0"/>
              <w:sz w:val="14"/>
              <w:szCs w:val="14"/>
              <w:lang w:eastAsia="pl-PL"/>
            </w:rPr>
            <w:t>nr PLSN.02.01-IP.01-0001/24</w:t>
          </w:r>
        </w:p>
        <w:p w14:paraId="3FE752C1" w14:textId="77777777" w:rsidR="00C44604" w:rsidRDefault="00C44604" w:rsidP="00C44604">
          <w:pPr>
            <w:pStyle w:val="Stopka"/>
            <w:jc w:val="left"/>
          </w:pPr>
        </w:p>
      </w:tc>
    </w:tr>
  </w:tbl>
  <w:p w14:paraId="5094207E" w14:textId="77777777" w:rsidR="00C44604" w:rsidRDefault="00C44604" w:rsidP="00C44604">
    <w:pPr>
      <w:pStyle w:val="Stopka"/>
    </w:pPr>
    <w:r>
      <w:t xml:space="preserve">Strona </w:t>
    </w:r>
    <w:r>
      <w:rPr>
        <w:b w:val="0"/>
        <w:bCs/>
        <w:sz w:val="24"/>
        <w:szCs w:val="24"/>
      </w:rPr>
      <w:fldChar w:fldCharType="begin"/>
    </w:r>
    <w:r>
      <w:rPr>
        <w:bCs/>
      </w:rPr>
      <w:instrText>PAGE</w:instrText>
    </w:r>
    <w:r>
      <w:rPr>
        <w:b w:val="0"/>
        <w:bCs/>
        <w:sz w:val="24"/>
        <w:szCs w:val="24"/>
      </w:rPr>
      <w:fldChar w:fldCharType="separate"/>
    </w:r>
    <w:r>
      <w:rPr>
        <w:b w:val="0"/>
        <w:bCs/>
        <w:sz w:val="24"/>
        <w:szCs w:val="24"/>
      </w:rPr>
      <w:t>1</w:t>
    </w:r>
    <w:r>
      <w:rPr>
        <w:b w:val="0"/>
        <w:bCs/>
        <w:sz w:val="24"/>
        <w:szCs w:val="24"/>
      </w:rPr>
      <w:fldChar w:fldCharType="end"/>
    </w:r>
    <w:r>
      <w:t xml:space="preserve"> z </w:t>
    </w:r>
    <w:r>
      <w:rPr>
        <w:b w:val="0"/>
        <w:bCs/>
        <w:sz w:val="24"/>
        <w:szCs w:val="24"/>
      </w:rPr>
      <w:fldChar w:fldCharType="begin"/>
    </w:r>
    <w:r>
      <w:rPr>
        <w:bCs/>
      </w:rPr>
      <w:instrText>NUMPAGES</w:instrText>
    </w:r>
    <w:r>
      <w:rPr>
        <w:b w:val="0"/>
        <w:bCs/>
        <w:sz w:val="24"/>
        <w:szCs w:val="24"/>
      </w:rPr>
      <w:fldChar w:fldCharType="separate"/>
    </w:r>
    <w:r>
      <w:rPr>
        <w:b w:val="0"/>
        <w:bCs/>
        <w:sz w:val="24"/>
        <w:szCs w:val="24"/>
      </w:rPr>
      <w:t>10</w:t>
    </w:r>
    <w:r>
      <w:rPr>
        <w:b w:val="0"/>
        <w:bCs/>
        <w:sz w:val="24"/>
        <w:szCs w:val="24"/>
      </w:rPr>
      <w:fldChar w:fldCharType="end"/>
    </w:r>
  </w:p>
  <w:p w14:paraId="7224625E" w14:textId="49BD335B" w:rsidR="003F4BA3" w:rsidRPr="00C44604" w:rsidRDefault="00C44604" w:rsidP="00C44604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58242" behindDoc="1" locked="1" layoutInCell="1" allowOverlap="1" wp14:anchorId="02C67DD6" wp14:editId="13D62FF2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1AFA090C" wp14:editId="0539C956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430FCE" w14:textId="77777777" w:rsidR="00C44604" w:rsidRDefault="00C44604" w:rsidP="00C44604">
                          <w:pPr>
                            <w:pStyle w:val="LukStopka-adres"/>
                          </w:pPr>
                          <w:r>
                            <w:t>Sieć Badawcza Łukasiewicz – PORT Polski Ośrodek Rozwoju Technologii</w:t>
                          </w:r>
                        </w:p>
                        <w:p w14:paraId="0AC23A97" w14:textId="77777777" w:rsidR="00C44604" w:rsidRDefault="00C44604" w:rsidP="00C44604">
                          <w:pPr>
                            <w:pStyle w:val="LukStopka-adres"/>
                          </w:pPr>
                          <w:r>
                            <w:t>54-066 Wrocław, ul. Stabłowicka 147, Tel: +48 71 734 77 77</w:t>
                          </w:r>
                        </w:p>
                        <w:p w14:paraId="584E63C8" w14:textId="77777777" w:rsidR="00C44604" w:rsidRPr="00970AD6" w:rsidRDefault="00C44604" w:rsidP="00C44604">
                          <w:pPr>
                            <w:pStyle w:val="LukStopka-adres"/>
                          </w:pPr>
                          <w:r w:rsidRPr="00970AD6">
                            <w:t>E-mail: biuro@port.lukasiewicz.gov.pl | NIP: 894 314 05 23, REGON: 386585168</w:t>
                          </w:r>
                        </w:p>
                        <w:p w14:paraId="5256E0F2" w14:textId="77777777" w:rsidR="00C44604" w:rsidRDefault="00C44604" w:rsidP="00C44604">
                          <w:pPr>
                            <w:pStyle w:val="LukStopka-adres"/>
                          </w:pPr>
                          <w:r>
                            <w:t xml:space="preserve">Sąd Rejonowy dla Wrocławia – Fabrycznej we Wrocławiu, VI Wydział Gospodarczy KRS, </w:t>
                          </w:r>
                        </w:p>
                        <w:p w14:paraId="6A009654" w14:textId="77777777" w:rsidR="00C44604" w:rsidRPr="00ED7972" w:rsidRDefault="00C44604" w:rsidP="00C44604">
                          <w:pPr>
                            <w:pStyle w:val="LukStopka-adres"/>
                          </w:pPr>
                          <w:r>
                            <w:t xml:space="preserve">Nr KRS: </w:t>
                          </w:r>
                          <w:r w:rsidRPr="00250E1B">
                            <w:t>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FA090C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left:0;text-align:left;margin-left:-.35pt;margin-top:773.4pt;width:336.2pt;height:34.6pt;z-index:-2516582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" filled="f" stroked="f">
              <o:lock v:ext="edit" aspectratio="t"/>
              <v:textbox style="mso-fit-shape-to-text:t" inset="0,0,0,0">
                <w:txbxContent>
                  <w:p w14:paraId="3F430FCE" w14:textId="77777777" w:rsidR="00C44604" w:rsidRDefault="00C44604" w:rsidP="00C44604">
                    <w:pPr>
                      <w:pStyle w:val="LukStopka-adres"/>
                    </w:pPr>
                    <w:r>
                      <w:t>Sieć Badawcza Łukasiewicz – PORT Polski Ośrodek Rozwoju Technologii</w:t>
                    </w:r>
                  </w:p>
                  <w:p w14:paraId="0AC23A97" w14:textId="77777777" w:rsidR="00C44604" w:rsidRDefault="00C44604" w:rsidP="00C44604">
                    <w:pPr>
                      <w:pStyle w:val="LukStopka-adres"/>
                    </w:pPr>
                    <w:r>
                      <w:t>54-066 Wrocław, ul. Stabłowicka 147, Tel: +48 71 734 77 77</w:t>
                    </w:r>
                  </w:p>
                  <w:p w14:paraId="584E63C8" w14:textId="77777777" w:rsidR="00C44604" w:rsidRPr="00970AD6" w:rsidRDefault="00C44604" w:rsidP="00C44604">
                    <w:pPr>
                      <w:pStyle w:val="LukStopka-adres"/>
                    </w:pPr>
                    <w:r w:rsidRPr="00970AD6">
                      <w:t>E-mail: biuro@port.lukasiewicz.gov.pl | NIP: 894 314 05 23, REGON: 386585168</w:t>
                    </w:r>
                  </w:p>
                  <w:p w14:paraId="5256E0F2" w14:textId="77777777" w:rsidR="00C44604" w:rsidRDefault="00C44604" w:rsidP="00C44604">
                    <w:pPr>
                      <w:pStyle w:val="LukStopka-adres"/>
                    </w:pPr>
                    <w:r>
                      <w:t xml:space="preserve">Sąd Rejonowy dla Wrocławia – Fabrycznej we Wrocławiu, VI Wydział Gospodarczy KRS, </w:t>
                    </w:r>
                  </w:p>
                  <w:p w14:paraId="6A009654" w14:textId="77777777" w:rsidR="00C44604" w:rsidRPr="00ED7972" w:rsidRDefault="00C44604" w:rsidP="00C44604">
                    <w:pPr>
                      <w:pStyle w:val="LukStopka-adres"/>
                    </w:pPr>
                    <w:r>
                      <w:t xml:space="preserve">Nr KRS: </w:t>
                    </w:r>
                    <w:r w:rsidRPr="00250E1B">
                      <w:t>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51C55" w14:textId="77777777" w:rsidR="00F80E2B" w:rsidRDefault="00F80E2B" w:rsidP="006747BD">
      <w:pPr>
        <w:spacing w:after="0" w:line="240" w:lineRule="auto"/>
      </w:pPr>
      <w:r>
        <w:separator/>
      </w:r>
    </w:p>
  </w:footnote>
  <w:footnote w:type="continuationSeparator" w:id="0">
    <w:p w14:paraId="10F5C067" w14:textId="77777777" w:rsidR="00F80E2B" w:rsidRDefault="00F80E2B" w:rsidP="006747BD">
      <w:pPr>
        <w:spacing w:after="0" w:line="240" w:lineRule="auto"/>
      </w:pPr>
      <w:r>
        <w:continuationSeparator/>
      </w:r>
    </w:p>
  </w:footnote>
  <w:footnote w:type="continuationNotice" w:id="1">
    <w:p w14:paraId="21EAB412" w14:textId="77777777" w:rsidR="00F80E2B" w:rsidRDefault="00F80E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44022" w14:textId="637E31DE" w:rsidR="00367CF8" w:rsidRPr="00F42401" w:rsidRDefault="00367CF8" w:rsidP="00F42401">
    <w:pPr>
      <w:jc w:val="right"/>
      <w:rPr>
        <w:b/>
        <w:bCs/>
        <w:szCs w:val="20"/>
      </w:rPr>
    </w:pPr>
    <w:r w:rsidRPr="00F42401">
      <w:rPr>
        <w:rFonts w:asciiTheme="majorHAnsi" w:hAnsiTheme="majorHAnsi"/>
        <w:szCs w:val="20"/>
      </w:rPr>
      <w:t>Nr sprawy:</w:t>
    </w:r>
    <w:r w:rsidR="00F42401">
      <w:rPr>
        <w:rFonts w:asciiTheme="majorHAnsi" w:hAnsiTheme="majorHAnsi"/>
        <w:szCs w:val="20"/>
      </w:rPr>
      <w:t xml:space="preserve"> </w:t>
    </w:r>
    <w:r w:rsidR="001C0B1B" w:rsidRPr="001C0B1B">
      <w:rPr>
        <w:b/>
        <w:bCs/>
        <w:szCs w:val="20"/>
      </w:rPr>
      <w:t>DZ.272.818.2025</w:t>
    </w:r>
  </w:p>
  <w:p w14:paraId="1D4092CD" w14:textId="5B3F75AE" w:rsidR="00367CF8" w:rsidRDefault="00367CF8" w:rsidP="00367CF8">
    <w:pPr>
      <w:pStyle w:val="Nagwek"/>
      <w:jc w:val="right"/>
    </w:pPr>
    <w:r w:rsidRPr="005D102F">
      <w:rPr>
        <w:noProof/>
        <w:lang w:eastAsia="pl-PL"/>
      </w:rPr>
      <w:drawing>
        <wp:anchor distT="0" distB="0" distL="114300" distR="114300" simplePos="0" relativeHeight="251658241" behindDoc="1" locked="1" layoutInCell="1" allowOverlap="1" wp14:anchorId="0FB2E657" wp14:editId="7717F8C2">
          <wp:simplePos x="0" y="0"/>
          <wp:positionH relativeFrom="column">
            <wp:posOffset>-1228725</wp:posOffset>
          </wp:positionH>
          <wp:positionV relativeFrom="page">
            <wp:posOffset>532130</wp:posOffset>
          </wp:positionV>
          <wp:extent cx="791845" cy="1609090"/>
          <wp:effectExtent l="0" t="0" r="825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160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4564">
      <w:rPr>
        <w:rFonts w:asciiTheme="majorHAnsi" w:eastAsia="Calibri" w:hAnsiTheme="majorHAnsi" w:cs="Tahoma"/>
        <w:b/>
        <w:bCs/>
        <w:szCs w:val="20"/>
      </w:rPr>
      <w:t xml:space="preserve">Załącznik nr 2 – </w:t>
    </w:r>
    <w:r w:rsidR="00A978D6">
      <w:rPr>
        <w:rFonts w:asciiTheme="majorHAnsi" w:eastAsia="Calibri" w:hAnsiTheme="majorHAnsi" w:cs="Tahoma"/>
        <w:b/>
        <w:bCs/>
        <w:szCs w:val="20"/>
      </w:rPr>
      <w:t>F</w:t>
    </w:r>
    <w:r w:rsidRPr="00D94564">
      <w:rPr>
        <w:rFonts w:asciiTheme="majorHAnsi" w:eastAsia="Calibri" w:hAnsiTheme="majorHAnsi" w:cs="Tahoma"/>
        <w:b/>
        <w:bCs/>
        <w:szCs w:val="20"/>
      </w:rPr>
      <w:t xml:space="preserve">ormularz </w:t>
    </w:r>
    <w:r w:rsidR="00A978D6">
      <w:rPr>
        <w:rFonts w:asciiTheme="majorHAnsi" w:eastAsia="Calibri" w:hAnsiTheme="majorHAnsi" w:cs="Tahoma"/>
        <w:b/>
        <w:bCs/>
        <w:szCs w:val="20"/>
      </w:rPr>
      <w:t>O</w:t>
    </w:r>
    <w:r w:rsidRPr="00D94564">
      <w:rPr>
        <w:rFonts w:asciiTheme="majorHAnsi" w:eastAsia="Calibri" w:hAnsiTheme="majorHAnsi" w:cs="Tahoma"/>
        <w:b/>
        <w:bCs/>
        <w:szCs w:val="20"/>
      </w:rPr>
      <w:t>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5C6277"/>
    <w:multiLevelType w:val="hybridMultilevel"/>
    <w:tmpl w:val="1C0EC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6645E8"/>
    <w:multiLevelType w:val="hybridMultilevel"/>
    <w:tmpl w:val="894494E8"/>
    <w:lvl w:ilvl="0" w:tplc="0AD4E6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2630554"/>
    <w:multiLevelType w:val="hybridMultilevel"/>
    <w:tmpl w:val="0FD82C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52262"/>
    <w:multiLevelType w:val="hybridMultilevel"/>
    <w:tmpl w:val="E1A03CF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647E8"/>
    <w:multiLevelType w:val="hybridMultilevel"/>
    <w:tmpl w:val="1B86300C"/>
    <w:lvl w:ilvl="0" w:tplc="C5A019D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15EAB"/>
    <w:multiLevelType w:val="hybridMultilevel"/>
    <w:tmpl w:val="F44E1E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553AF"/>
    <w:multiLevelType w:val="hybridMultilevel"/>
    <w:tmpl w:val="BBC63D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21D97"/>
    <w:multiLevelType w:val="hybridMultilevel"/>
    <w:tmpl w:val="EDA8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A62B5"/>
    <w:multiLevelType w:val="hybridMultilevel"/>
    <w:tmpl w:val="42F07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846FA"/>
    <w:multiLevelType w:val="hybridMultilevel"/>
    <w:tmpl w:val="3E56BA7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C433325"/>
    <w:multiLevelType w:val="hybridMultilevel"/>
    <w:tmpl w:val="A9C2F1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35318"/>
    <w:multiLevelType w:val="multilevel"/>
    <w:tmpl w:val="38A471C0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851" w:hanging="567"/>
      </w:pPr>
      <w:rPr>
        <w:rFonts w:ascii="Roboto" w:hAnsi="Roboto" w:hint="default"/>
        <w:b w:val="0"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3"/>
        </w:tabs>
        <w:ind w:left="1426" w:hanging="782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ind w:left="1559" w:hanging="555"/>
      </w:pPr>
      <w:rPr>
        <w:rFonts w:ascii="Tahoma" w:hAnsi="Tahoma" w:cs="Tahoma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ind w:left="2267" w:hanging="9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ind w:left="2627" w:hanging="9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ind w:left="2987" w:hanging="9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ind w:left="3347" w:hanging="9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ind w:left="3707" w:hanging="9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9B514C0"/>
    <w:multiLevelType w:val="hybridMultilevel"/>
    <w:tmpl w:val="5B5AE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74B5"/>
    <w:multiLevelType w:val="multilevel"/>
    <w:tmpl w:val="0AB87C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8552364"/>
    <w:multiLevelType w:val="hybridMultilevel"/>
    <w:tmpl w:val="5372C9AE"/>
    <w:lvl w:ilvl="0" w:tplc="90B890F0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465608">
    <w:abstractNumId w:val="9"/>
  </w:num>
  <w:num w:numId="2" w16cid:durableId="307130203">
    <w:abstractNumId w:val="8"/>
  </w:num>
  <w:num w:numId="3" w16cid:durableId="2107536164">
    <w:abstractNumId w:val="3"/>
  </w:num>
  <w:num w:numId="4" w16cid:durableId="187137178">
    <w:abstractNumId w:val="2"/>
  </w:num>
  <w:num w:numId="5" w16cid:durableId="169951362">
    <w:abstractNumId w:val="1"/>
  </w:num>
  <w:num w:numId="6" w16cid:durableId="372269393">
    <w:abstractNumId w:val="0"/>
  </w:num>
  <w:num w:numId="7" w16cid:durableId="1075712216">
    <w:abstractNumId w:val="7"/>
  </w:num>
  <w:num w:numId="8" w16cid:durableId="2097020960">
    <w:abstractNumId w:val="6"/>
  </w:num>
  <w:num w:numId="9" w16cid:durableId="725378128">
    <w:abstractNumId w:val="5"/>
  </w:num>
  <w:num w:numId="10" w16cid:durableId="1289623130">
    <w:abstractNumId w:val="4"/>
  </w:num>
  <w:num w:numId="11" w16cid:durableId="627781234">
    <w:abstractNumId w:val="15"/>
  </w:num>
  <w:num w:numId="12" w16cid:durableId="213352021">
    <w:abstractNumId w:val="22"/>
  </w:num>
  <w:num w:numId="13" w16cid:durableId="609747481">
    <w:abstractNumId w:val="10"/>
  </w:num>
  <w:num w:numId="14" w16cid:durableId="326174660">
    <w:abstractNumId w:val="13"/>
  </w:num>
  <w:num w:numId="15" w16cid:durableId="1517698196">
    <w:abstractNumId w:val="18"/>
  </w:num>
  <w:num w:numId="16" w16cid:durableId="307630657">
    <w:abstractNumId w:val="17"/>
  </w:num>
  <w:num w:numId="17" w16cid:durableId="1742871808">
    <w:abstractNumId w:val="16"/>
  </w:num>
  <w:num w:numId="18" w16cid:durableId="362562115">
    <w:abstractNumId w:val="19"/>
  </w:num>
  <w:num w:numId="19" w16cid:durableId="265699655">
    <w:abstractNumId w:val="20"/>
  </w:num>
  <w:num w:numId="20" w16cid:durableId="1143501301">
    <w:abstractNumId w:val="23"/>
  </w:num>
  <w:num w:numId="21" w16cid:durableId="33358655">
    <w:abstractNumId w:val="21"/>
  </w:num>
  <w:num w:numId="22" w16cid:durableId="1805350795">
    <w:abstractNumId w:val="24"/>
  </w:num>
  <w:num w:numId="23" w16cid:durableId="982077634">
    <w:abstractNumId w:val="14"/>
  </w:num>
  <w:num w:numId="24" w16cid:durableId="1402559666">
    <w:abstractNumId w:val="12"/>
  </w:num>
  <w:num w:numId="25" w16cid:durableId="15382047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02F"/>
    <w:rsid w:val="00070438"/>
    <w:rsid w:val="00070DCB"/>
    <w:rsid w:val="00077647"/>
    <w:rsid w:val="000D2F0F"/>
    <w:rsid w:val="000F183C"/>
    <w:rsid w:val="00134929"/>
    <w:rsid w:val="001632F9"/>
    <w:rsid w:val="0018586C"/>
    <w:rsid w:val="001A0BD2"/>
    <w:rsid w:val="001B10B5"/>
    <w:rsid w:val="001C0B1B"/>
    <w:rsid w:val="00205DF4"/>
    <w:rsid w:val="00217A17"/>
    <w:rsid w:val="00231524"/>
    <w:rsid w:val="002359AE"/>
    <w:rsid w:val="00250E1B"/>
    <w:rsid w:val="00252BBF"/>
    <w:rsid w:val="00281594"/>
    <w:rsid w:val="002C5CFA"/>
    <w:rsid w:val="002D48BE"/>
    <w:rsid w:val="002F2902"/>
    <w:rsid w:val="002F4540"/>
    <w:rsid w:val="00301D35"/>
    <w:rsid w:val="003317CA"/>
    <w:rsid w:val="00335F9F"/>
    <w:rsid w:val="00346C00"/>
    <w:rsid w:val="00354A18"/>
    <w:rsid w:val="00367CF8"/>
    <w:rsid w:val="0038294C"/>
    <w:rsid w:val="003F4BA3"/>
    <w:rsid w:val="0042049D"/>
    <w:rsid w:val="0049096E"/>
    <w:rsid w:val="004B2534"/>
    <w:rsid w:val="004B5983"/>
    <w:rsid w:val="004F5805"/>
    <w:rsid w:val="00526CDD"/>
    <w:rsid w:val="005A302B"/>
    <w:rsid w:val="005D102F"/>
    <w:rsid w:val="005D1495"/>
    <w:rsid w:val="005E65BB"/>
    <w:rsid w:val="006165B2"/>
    <w:rsid w:val="006747BD"/>
    <w:rsid w:val="006919BD"/>
    <w:rsid w:val="006B5E0D"/>
    <w:rsid w:val="006D6DE5"/>
    <w:rsid w:val="006E5990"/>
    <w:rsid w:val="006F645A"/>
    <w:rsid w:val="006F7280"/>
    <w:rsid w:val="00764305"/>
    <w:rsid w:val="00791C1D"/>
    <w:rsid w:val="007B6B67"/>
    <w:rsid w:val="00805DF6"/>
    <w:rsid w:val="00821F16"/>
    <w:rsid w:val="008368C0"/>
    <w:rsid w:val="0084396A"/>
    <w:rsid w:val="008442CF"/>
    <w:rsid w:val="00854B7B"/>
    <w:rsid w:val="008A7254"/>
    <w:rsid w:val="008C1729"/>
    <w:rsid w:val="008C75DD"/>
    <w:rsid w:val="008F027B"/>
    <w:rsid w:val="008F0B16"/>
    <w:rsid w:val="008F209D"/>
    <w:rsid w:val="00976E62"/>
    <w:rsid w:val="0099379C"/>
    <w:rsid w:val="009D4C4D"/>
    <w:rsid w:val="00A25E89"/>
    <w:rsid w:val="00A36F46"/>
    <w:rsid w:val="00A4666C"/>
    <w:rsid w:val="00A52C29"/>
    <w:rsid w:val="00A6292D"/>
    <w:rsid w:val="00A80FAC"/>
    <w:rsid w:val="00A978D6"/>
    <w:rsid w:val="00AA6B3F"/>
    <w:rsid w:val="00B61F8A"/>
    <w:rsid w:val="00B860D0"/>
    <w:rsid w:val="00BE227F"/>
    <w:rsid w:val="00C15D97"/>
    <w:rsid w:val="00C44604"/>
    <w:rsid w:val="00C736D5"/>
    <w:rsid w:val="00C85005"/>
    <w:rsid w:val="00CF01C2"/>
    <w:rsid w:val="00D005B3"/>
    <w:rsid w:val="00D06D36"/>
    <w:rsid w:val="00D40690"/>
    <w:rsid w:val="00DA52A1"/>
    <w:rsid w:val="00DD5510"/>
    <w:rsid w:val="00E9042E"/>
    <w:rsid w:val="00EB39AC"/>
    <w:rsid w:val="00ED7972"/>
    <w:rsid w:val="00EE493C"/>
    <w:rsid w:val="00F42401"/>
    <w:rsid w:val="00F80E2B"/>
    <w:rsid w:val="00FF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4F2901"/>
  <w15:chartTrackingRefBased/>
  <w15:docId w15:val="{A565F72E-7C56-4C87-91B4-A8990660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F424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1A11F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9C"/>
    <w:rPr>
      <w:rFonts w:ascii="Segoe UI" w:hAnsi="Segoe UI" w:cs="Segoe UI"/>
      <w:color w:val="000000" w:themeColor="background1"/>
      <w:spacing w:val="4"/>
      <w:sz w:val="18"/>
      <w:szCs w:val="18"/>
    </w:rPr>
  </w:style>
  <w:style w:type="character" w:styleId="Hipercze">
    <w:name w:val="Hyperlink"/>
    <w:uiPriority w:val="99"/>
    <w:unhideWhenUsed/>
    <w:rsid w:val="00A25E89"/>
    <w:rPr>
      <w:color w:val="2F5C99"/>
      <w:u w:val="single"/>
    </w:rPr>
  </w:style>
  <w:style w:type="paragraph" w:styleId="Akapitzlist">
    <w:name w:val="List Paragraph"/>
    <w:basedOn w:val="Normalny"/>
    <w:uiPriority w:val="34"/>
    <w:qFormat/>
    <w:rsid w:val="00A25E89"/>
    <w:pPr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color w:val="auto"/>
      <w:spacing w:val="0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10B5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pacing w:val="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10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B10B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401"/>
    <w:rPr>
      <w:rFonts w:asciiTheme="majorHAnsi" w:eastAsiaTheme="majorEastAsia" w:hAnsiTheme="majorHAnsi" w:cstheme="majorBidi"/>
      <w:color w:val="31A11F" w:themeColor="accent1" w:themeShade="BF"/>
      <w:spacing w:val="4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80E947CFC99046ACF97E94117BF123" ma:contentTypeVersion="46" ma:contentTypeDescription="Utwórz nowy dokument." ma:contentTypeScope="" ma:versionID="84607c42cca7e434b6b73ddfb614eb3b">
  <xsd:schema xmlns:xsd="http://www.w3.org/2001/XMLSchema" xmlns:xs="http://www.w3.org/2001/XMLSchema" xmlns:p="http://schemas.microsoft.com/office/2006/metadata/properties" xmlns:ns2="84141fab-40ef-492f-9a5e-7c422361107c" xmlns:ns3="25403c7b-c6b4-4198-8117-dbd0ece2577a" targetNamespace="http://schemas.microsoft.com/office/2006/metadata/properties" ma:root="true" ma:fieldsID="b1764383e7157f9627269704dff5837c" ns2:_="" ns3:_="">
    <xsd:import namespace="84141fab-40ef-492f-9a5e-7c422361107c"/>
    <xsd:import namespace="25403c7b-c6b4-4198-8117-dbd0ece25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NR_x002e_ZAM" minOccurs="0"/>
                <xsd:element ref="ns2:DATA_x002e_DOK" minOccurs="0"/>
                <xsd:element ref="ns2:DATA_x002e_UM" minOccurs="0"/>
                <xsd:element ref="ns2:NR_x002e_UM" minOccurs="0"/>
                <xsd:element ref="ns2:NETTO" minOccurs="0"/>
                <xsd:element ref="ns2:NETTO_x002e_SL" minOccurs="0"/>
                <xsd:element ref="ns2:BRUTTO" minOccurs="0"/>
                <xsd:element ref="ns2:BRUTTO_x002e_SL" minOccurs="0"/>
                <xsd:element ref="ns2:DZ" minOccurs="0"/>
                <xsd:element ref="ns2:DANE_x002e_WYK" minOccurs="0"/>
                <xsd:element ref="ns3:SharedWithUsers" minOccurs="0"/>
                <xsd:element ref="ns3:SharedWithDetails" minOccurs="0"/>
                <xsd:element ref="ns2:Tabel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Nrsprawy" minOccurs="0"/>
                <xsd:element ref="ns2:MediaLengthInSeconds" minOccurs="0"/>
                <xsd:element ref="ns2:DATA_PUB" minOccurs="0"/>
                <xsd:element ref="ns2:OF_CZ" minOccurs="0"/>
                <xsd:element ref="ns2:UM_x002f_ZAM" minOccurs="0"/>
                <xsd:element ref="ns2:ZAL1_x002f_2" minOccurs="0"/>
                <xsd:element ref="ns2:DATA_END" minOccurs="0"/>
                <xsd:element ref="ns2:GODZ" minOccurs="0"/>
                <xsd:element ref="ns2:BY" minOccurs="0"/>
                <xsd:element ref="ns2:EM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fab-40ef-492f-9a5e-7c42236110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R_x002e_ZAM" ma:index="12" nillable="true" ma:displayName="NR.ZAM" ma:format="Dropdown" ma:internalName="NR_x002e_ZAM">
      <xsd:simpleType>
        <xsd:restriction base="dms:Text">
          <xsd:maxLength value="255"/>
        </xsd:restriction>
      </xsd:simpleType>
    </xsd:element>
    <xsd:element name="DATA_x002e_DOK" ma:index="13" nillable="true" ma:displayName="DATA.DOK" ma:default="[today]" ma:format="DateOnly" ma:internalName="DATA_x002e_DOK">
      <xsd:simpleType>
        <xsd:restriction base="dms:DateTime"/>
      </xsd:simpleType>
    </xsd:element>
    <xsd:element name="DATA_x002e_UM" ma:index="14" nillable="true" ma:displayName="DATA.UM" ma:format="Dropdown" ma:internalName="DATA_x002e_UM">
      <xsd:simpleType>
        <xsd:restriction base="dms:Text">
          <xsd:maxLength value="255"/>
        </xsd:restriction>
      </xsd:simpleType>
    </xsd:element>
    <xsd:element name="NR_x002e_UM" ma:index="15" nillable="true" ma:displayName="NR.UM" ma:format="Dropdown" ma:internalName="NR_x002e_UM">
      <xsd:simpleType>
        <xsd:restriction base="dms:Text">
          <xsd:maxLength value="255"/>
        </xsd:restriction>
      </xsd:simpleType>
    </xsd:element>
    <xsd:element name="NETTO" ma:index="16" nillable="true" ma:displayName="NETTO" ma:format="Dropdown" ma:internalName="NETTO">
      <xsd:simpleType>
        <xsd:restriction base="dms:Text">
          <xsd:maxLength value="255"/>
        </xsd:restriction>
      </xsd:simpleType>
    </xsd:element>
    <xsd:element name="NETTO_x002e_SL" ma:index="17" nillable="true" ma:displayName="NETTO.SL" ma:format="Dropdown" ma:internalName="NETTO_x002e_SL">
      <xsd:simpleType>
        <xsd:restriction base="dms:Text">
          <xsd:maxLength value="255"/>
        </xsd:restriction>
      </xsd:simpleType>
    </xsd:element>
    <xsd:element name="BRUTTO" ma:index="18" nillable="true" ma:displayName="BRUTTO" ma:format="Dropdown" ma:internalName="BRUTTO">
      <xsd:simpleType>
        <xsd:restriction base="dms:Text">
          <xsd:maxLength value="255"/>
        </xsd:restriction>
      </xsd:simpleType>
    </xsd:element>
    <xsd:element name="BRUTTO_x002e_SL" ma:index="19" nillable="true" ma:displayName="BRUTTO.SL" ma:format="Dropdown" ma:internalName="BRUTTO_x002e_SL">
      <xsd:simpleType>
        <xsd:restriction base="dms:Text">
          <xsd:maxLength value="255"/>
        </xsd:restriction>
      </xsd:simpleType>
    </xsd:element>
    <xsd:element name="DZ" ma:index="20" nillable="true" ma:displayName="DZ" ma:format="Dropdown" ma:internalName="DZ">
      <xsd:simpleType>
        <xsd:restriction base="dms:Text">
          <xsd:maxLength value="255"/>
        </xsd:restriction>
      </xsd:simpleType>
    </xsd:element>
    <xsd:element name="DANE_x002e_WYK" ma:index="21" nillable="true" ma:displayName="DANE.WYK" ma:format="Dropdown" ma:internalName="DANE_x002e_WYK">
      <xsd:simpleType>
        <xsd:restriction base="dms:Text">
          <xsd:maxLength value="255"/>
        </xsd:restriction>
      </xsd:simpleType>
    </xsd:element>
    <xsd:element name="Tabela" ma:index="24" nillable="true" ma:displayName="Tabela" ma:format="Dropdown" ma:internalName="Tabela">
      <xsd:simpleType>
        <xsd:restriction base="dms:Note">
          <xsd:maxLength value="255"/>
        </xsd:restriction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description="" ma:indexed="true" ma:internalName="MediaServiceLocation" ma:readOnly="true">
      <xsd:simpleType>
        <xsd:restriction base="dms:Text"/>
      </xsd:simpleType>
    </xsd:element>
    <xsd:element name="Nrsprawy" ma:index="33" nillable="true" ma:displayName="Nr sprawy" ma:format="Dropdown" ma:internalName="Nrsprawy">
      <xsd:simpleType>
        <xsd:restriction base="dms:Text">
          <xsd:maxLength value="255"/>
        </xsd:restriction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DATA_PUB" ma:index="35" nillable="true" ma:displayName="DATA_PUB" ma:format="DateOnly" ma:internalName="DATA_PUB">
      <xsd:simpleType>
        <xsd:restriction base="dms:DateTime"/>
      </xsd:simpleType>
    </xsd:element>
    <xsd:element name="OF_CZ" ma:index="36" nillable="true" ma:displayName="OF_CZ" ma:format="Dropdown" ma:internalName="OF_CZ">
      <xsd:simpleType>
        <xsd:restriction base="dms:Text">
          <xsd:maxLength value="255"/>
        </xsd:restriction>
      </xsd:simpleType>
    </xsd:element>
    <xsd:element name="UM_x002f_ZAM" ma:index="37" nillable="true" ma:displayName="UM/ZAM" ma:format="Dropdown" ma:internalName="UM_x002f_ZAM">
      <xsd:simpleType>
        <xsd:restriction base="dms:Text">
          <xsd:maxLength value="255"/>
        </xsd:restriction>
      </xsd:simpleType>
    </xsd:element>
    <xsd:element name="ZAL1_x002f_2" ma:index="38" nillable="true" ma:displayName="ZAL1/2" ma:format="Dropdown" ma:internalName="ZAL1_x002f_2">
      <xsd:simpleType>
        <xsd:restriction base="dms:Text">
          <xsd:maxLength value="255"/>
        </xsd:restriction>
      </xsd:simpleType>
    </xsd:element>
    <xsd:element name="DATA_END" ma:index="39" nillable="true" ma:displayName="DATA_END" ma:format="DateOnly" ma:internalName="DATA_END">
      <xsd:simpleType>
        <xsd:restriction base="dms:DateTime"/>
      </xsd:simpleType>
    </xsd:element>
    <xsd:element name="GODZ" ma:index="40" nillable="true" ma:displayName="GODZ" ma:format="Dropdown" ma:internalName="GODZ">
      <xsd:simpleType>
        <xsd:restriction base="dms:Text">
          <xsd:maxLength value="255"/>
        </xsd:restriction>
      </xsd:simpleType>
    </xsd:element>
    <xsd:element name="BY" ma:index="41" nillable="true" ma:displayName="BY" ma:format="Dropdown" ma:internalName="BY">
      <xsd:simpleType>
        <xsd:restriction base="dms:Text">
          <xsd:maxLength value="255"/>
        </xsd:restriction>
      </xsd:simpleType>
    </xsd:element>
    <xsd:element name="EMAIL" ma:index="42" nillable="true" ma:displayName="EMAIL" ma:format="Dropdown" ma:internalName="EMAIL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3c7b-c6b4-4198-8117-dbd0ece2577a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fec6e98c-42df-41bf-b0be-3f1cb1538785}" ma:internalName="TaxCatchAll" ma:showField="CatchAllData" ma:web="25403c7b-c6b4-4198-8117-dbd0ece2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bela xmlns="84141fab-40ef-492f-9a5e-7c422361107c" xsi:nil="true"/>
    <BRUTTO xmlns="84141fab-40ef-492f-9a5e-7c422361107c" xsi:nil="true"/>
    <NETTO_x002e_SL xmlns="84141fab-40ef-492f-9a5e-7c422361107c" xsi:nil="true"/>
    <Nrsprawy xmlns="84141fab-40ef-492f-9a5e-7c422361107c" xsi:nil="true"/>
    <NETTO xmlns="84141fab-40ef-492f-9a5e-7c422361107c" xsi:nil="true"/>
    <BRUTTO_x002e_SL xmlns="84141fab-40ef-492f-9a5e-7c422361107c" xsi:nil="true"/>
    <lcf76f155ced4ddcb4097134ff3c332f xmlns="84141fab-40ef-492f-9a5e-7c422361107c">
      <Terms xmlns="http://schemas.microsoft.com/office/infopath/2007/PartnerControls"/>
    </lcf76f155ced4ddcb4097134ff3c332f>
    <DATA_x002e_DOK xmlns="84141fab-40ef-492f-9a5e-7c422361107c">2025-02-07T09:44:41+00:00</DATA_x002e_DOK>
    <DZ xmlns="84141fab-40ef-492f-9a5e-7c422361107c" xsi:nil="true"/>
    <NR_x002e_ZAM xmlns="84141fab-40ef-492f-9a5e-7c422361107c" xsi:nil="true"/>
    <NR_x002e_UM xmlns="84141fab-40ef-492f-9a5e-7c422361107c" xsi:nil="true"/>
    <DANE_x002e_WYK xmlns="84141fab-40ef-492f-9a5e-7c422361107c" xsi:nil="true"/>
    <TaxCatchAll xmlns="25403c7b-c6b4-4198-8117-dbd0ece2577a" xsi:nil="true"/>
    <DATA_x002e_UM xmlns="84141fab-40ef-492f-9a5e-7c422361107c" xsi:nil="true"/>
    <DATA_PUB xmlns="84141fab-40ef-492f-9a5e-7c422361107c" xsi:nil="true"/>
    <BY xmlns="84141fab-40ef-492f-9a5e-7c422361107c" xsi:nil="true"/>
    <GODZ xmlns="84141fab-40ef-492f-9a5e-7c422361107c" xsi:nil="true"/>
    <DATA_END xmlns="84141fab-40ef-492f-9a5e-7c422361107c" xsi:nil="true"/>
    <OF_CZ xmlns="84141fab-40ef-492f-9a5e-7c422361107c" xsi:nil="true"/>
    <UM_x002f_ZAM xmlns="84141fab-40ef-492f-9a5e-7c422361107c" xsi:nil="true"/>
    <ZAL1_x002f_2 xmlns="84141fab-40ef-492f-9a5e-7c422361107c" xsi:nil="true"/>
    <EMAIL xmlns="84141fab-40ef-492f-9a5e-7c422361107c" xsi:nil="true"/>
  </documentManagement>
</p:properties>
</file>

<file path=customXml/itemProps1.xml><?xml version="1.0" encoding="utf-8"?>
<ds:datastoreItem xmlns:ds="http://schemas.openxmlformats.org/officeDocument/2006/customXml" ds:itemID="{B8553EAF-E722-4A66-9D3D-0B4BD21348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65A9AC-89BC-488F-9DE0-B6610AF580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41fab-40ef-492f-9a5e-7c422361107c"/>
    <ds:schemaRef ds:uri="25403c7b-c6b4-4198-8117-dbd0ece25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2D0736-7425-43AA-8F0C-EE395BE113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A9B03B-342E-44F2-8D30-3245DCA1422C}">
  <ds:schemaRefs>
    <ds:schemaRef ds:uri="http://schemas.microsoft.com/office/2006/metadata/properties"/>
    <ds:schemaRef ds:uri="http://schemas.microsoft.com/office/infopath/2007/PartnerControls"/>
    <ds:schemaRef ds:uri="84141fab-40ef-492f-9a5e-7c422361107c"/>
    <ds:schemaRef ds:uri="25403c7b-c6b4-4198-8117-dbd0ece257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14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Wolynska</dc:creator>
  <cp:keywords/>
  <dc:description/>
  <cp:lastModifiedBy>Aleksandra Dudyk | Łukasiewicz – PORT</cp:lastModifiedBy>
  <cp:revision>21</cp:revision>
  <cp:lastPrinted>2020-02-10T12:13:00Z</cp:lastPrinted>
  <dcterms:created xsi:type="dcterms:W3CDTF">2025-01-22T15:27:00Z</dcterms:created>
  <dcterms:modified xsi:type="dcterms:W3CDTF">2025-12-09T06:39:00Z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0x0101001780E947CFC99046ACF97E94117BF123</vt:lpwstr>
  </property>
  <property fmtid="{D5CDD505-2E9C-101B-9397-08002B2CF9AE}" pid="3" name="MediaServiceImageTags">
    <vt:lpwstr/>
  </property>
</Properties>
</file>